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62BAD2D" w:rsidR="0025617A" w:rsidRPr="008E7767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8E7767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8E7767" w:rsidRPr="00415DAD">
        <w:rPr>
          <w:rFonts w:asciiTheme="minorHAnsi" w:hAnsiTheme="minorHAnsi" w:cs="Arial"/>
          <w:sz w:val="40"/>
          <w:szCs w:val="40"/>
          <w:lang w:val="en-IE"/>
        </w:rPr>
        <w:t>/ RFC-</w:t>
      </w:r>
      <w:r w:rsidR="008E7767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8E7767">
        <w:rPr>
          <w:rFonts w:asciiTheme="minorHAnsi" w:hAnsiTheme="minorHAnsi" w:cs="Arial"/>
          <w:sz w:val="40"/>
        </w:rPr>
        <w:tab/>
      </w:r>
      <w:bookmarkEnd w:id="0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7FFF3FAA" w:rsidR="00CE056E" w:rsidRPr="00982D91" w:rsidRDefault="0009367D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 w:rsidRPr="6F9A27B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RFC_N</w:t>
            </w:r>
            <w:r w:rsidRPr="00A248B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CTS</w:t>
            </w:r>
            <w:r w:rsidR="00A248BF" w:rsidRPr="00A248B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-</w:t>
            </w:r>
            <w:r w:rsidRPr="00A248B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P6_</w:t>
            </w:r>
            <w:r w:rsidR="00A248BF" w:rsidRPr="00A248B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0</w:t>
            </w:r>
            <w:r w:rsidR="009A1B64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3</w:t>
            </w:r>
            <w:r w:rsidR="009A1B64" w:rsidRPr="009A1B64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0</w:t>
            </w:r>
            <w:r w:rsidR="001E2DCA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1</w:t>
            </w:r>
            <w:r w:rsidRPr="6F9A27B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6F9A27BB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>(</w:t>
            </w:r>
            <w:r w:rsidRPr="00982D91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UCCNCTS</w:t>
            </w:r>
            <w:r w:rsidR="00E86F67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P6</w:t>
            </w:r>
            <w:r w:rsidRPr="00982D91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-</w:t>
            </w:r>
            <w:r w:rsidR="00576936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158</w:t>
            </w:r>
            <w:r w:rsidR="003571C4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5E54AFB5" w:rsidR="00FE4EC9" w:rsidRPr="0085152A" w:rsidRDefault="005A188F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-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23FEF0C5" w:rsidR="00EE7CA2" w:rsidRPr="00F93EE3" w:rsidRDefault="003571C4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DG </w:t>
            </w:r>
            <w:r w:rsidRPr="009A1B64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TAXUD</w:t>
            </w:r>
            <w:r w:rsidR="00A248BF" w:rsidRPr="009A1B64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 IT</w:t>
            </w:r>
            <w:r w:rsidR="009A1B64" w:rsidRPr="009A1B64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 </w:t>
            </w:r>
            <w:r w:rsidR="009A1B64" w:rsidRPr="009A1B64">
              <w:rPr>
                <w:rFonts w:asciiTheme="minorHAnsi" w:hAnsiTheme="minorHAnsi" w:cs="Arial"/>
                <w:sz w:val="22"/>
                <w:szCs w:val="22"/>
              </w:rPr>
              <w:t>(ICS2)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64690005" w:rsidR="00CE056E" w:rsidRPr="00402055" w:rsidRDefault="00E86F67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NCTS-P6 (DDNTA-6.3.0-v1.00 – CSE-v60.4.4)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FDC270B" w:rsidR="00FE4EC9" w:rsidRPr="002337D9" w:rsidRDefault="0004792F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88067D" w14:paraId="2873D76C" w14:textId="77777777" w:rsidTr="00A248BF">
        <w:trPr>
          <w:trHeight w:val="1550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32C3DABA" w:rsidR="003643E4" w:rsidRPr="000440A7" w:rsidRDefault="00A553A0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cs="Arial"/>
                <w:lang w:eastAsia="x-none"/>
              </w:rPr>
              <w:object w:dxaOrig="225" w:dyaOrig="225" w14:anchorId="6539AB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pt;height:22.5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0440A7">
              <w:rPr>
                <w:rFonts w:cs="Arial"/>
                <w:lang w:eastAsia="x-none"/>
              </w:rPr>
              <w:object w:dxaOrig="225" w:dyaOrig="225" w14:anchorId="11BA1907">
                <v:shape id="_x0000_i1031" type="#_x0000_t75" style="width:194.8pt;height:22.5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0440A7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0440A7" w14:paraId="2DC98205" w14:textId="77777777" w:rsidTr="00A248BF">
              <w:trPr>
                <w:trHeight w:val="514"/>
              </w:trPr>
              <w:tc>
                <w:tcPr>
                  <w:tcW w:w="6573" w:type="dxa"/>
                </w:tcPr>
                <w:p w14:paraId="2D944FE3" w14:textId="627DC313" w:rsidR="0085152A" w:rsidRPr="0085152A" w:rsidRDefault="0085152A" w:rsidP="0085152A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14:paraId="268DC964" w14:textId="77777777" w:rsidR="003643E4" w:rsidRPr="000440A7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277C0BBA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8100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58100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A248B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8100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58100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4B2493C5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8100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58100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A248B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56DC533B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8100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58100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A248B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27358463" w:rsidR="003643E4" w:rsidRPr="002337D9" w:rsidRDefault="00A248BF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C075389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6A971CB9" w:rsidR="00C66131" w:rsidRPr="0005674B" w:rsidRDefault="00576936" w:rsidP="00DF08B0">
            <w:pPr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</w:pPr>
            <w:r w:rsidRPr="0057693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NCTS-P6 (DDNTA-6.3.0-v1.00 – CSE-v60.4.4</w:t>
            </w:r>
            <w:r w:rsidR="00CB31E9" w:rsidRPr="0057693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):</w:t>
            </w:r>
            <w:r w:rsidR="00CB31E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If</w:t>
            </w:r>
            <w:r w:rsidR="00DC7F07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ED419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‘REPRESENTATIVE’</w:t>
            </w:r>
            <w:r w:rsidR="00DC7F07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informa</w:t>
            </w:r>
            <w:r w:rsidR="00CB31E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tion was included in the declaration </w:t>
            </w:r>
            <w:r w:rsidR="001632FC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message,</w:t>
            </w:r>
            <w:r w:rsidR="00CB31E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then it must be included in all subsequent messages as it is requested by ICS2</w:t>
            </w:r>
            <w:r w:rsidR="00ED419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-</w:t>
            </w:r>
            <w:r w:rsidR="00CB31E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CR.</w:t>
            </w:r>
            <w:r w:rsidR="00680093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6158E" w:rsidRPr="00E32129" w14:paraId="759A9E8B" w14:textId="77777777" w:rsidTr="00ED4196">
        <w:trPr>
          <w:trHeight w:val="578"/>
        </w:trPr>
        <w:tc>
          <w:tcPr>
            <w:tcW w:w="9747" w:type="dxa"/>
            <w:vAlign w:val="center"/>
          </w:tcPr>
          <w:p w14:paraId="47B493E5" w14:textId="1FB0440D" w:rsidR="00C66131" w:rsidRPr="00ED4196" w:rsidRDefault="00ED4196" w:rsidP="00EF4126">
            <w:pP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To satisfy a</w:t>
            </w:r>
            <w:r w:rsidR="00EF4126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Rule 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defined </w:t>
            </w:r>
            <w:r w:rsidR="00EF4126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in ICS2-CR 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(i.e. to avoid </w:t>
            </w:r>
            <w:r w:rsidR="00EF4126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rejection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s), the </w:t>
            </w:r>
            <w:r w:rsidR="00EF4126" w:rsidRPr="00EF4126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ata Group</w:t>
            </w:r>
            <w:r w:rsidR="00EF4126" w:rsidRPr="00EF4126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REPRESENTATIVE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must be included into the subsequent messages </w:t>
            </w:r>
            <w:r w:rsidR="000214A2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i</w:t>
            </w:r>
            <w:r w:rsidR="00650CF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f </w:t>
            </w:r>
            <w:r w:rsidR="00650CF4" w:rsidRPr="00650CF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r</w:t>
            </w:r>
            <w:r w:rsidR="00650CF4" w:rsidRPr="00650CF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epresentative information</w:t>
            </w:r>
            <w:r w:rsidR="00650CF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wa</w:t>
            </w:r>
            <w:r w:rsidR="00650CF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s included in the declaration message</w:t>
            </w:r>
            <w:r w:rsidR="00EF4126" w:rsidRPr="00EF4126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.</w:t>
            </w: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6D72BC1" w14:textId="77777777" w:rsidR="008E7767" w:rsidRPr="00E3043D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2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6A1FF4" w14:paraId="482A54D6" w14:textId="77777777" w:rsidTr="005F073E">
        <w:tc>
          <w:tcPr>
            <w:tcW w:w="9759" w:type="dxa"/>
          </w:tcPr>
          <w:bookmarkEnd w:id="2"/>
          <w:p w14:paraId="16756288" w14:textId="17E101E9" w:rsidR="007C792B" w:rsidRPr="00D803C1" w:rsidRDefault="007050FC" w:rsidP="00A43A0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803C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I</w:t>
            </w:r>
            <w:r w:rsidRPr="00D803C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n </w:t>
            </w:r>
            <w:r w:rsidR="00262BFD" w:rsidRPr="00D803C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ICS2-CFSS-IE-(2022-05-04)-v2.02</w:t>
            </w:r>
            <w:r w:rsidR="00D803C1">
              <w:rPr>
                <w:rStyle w:val="normaltextrun"/>
                <w:rFonts w:ascii="Calibri" w:hAnsi="Calibri" w:cs="Calibri"/>
                <w:sz w:val="22"/>
                <w:szCs w:val="22"/>
              </w:rPr>
              <w:t>,</w:t>
            </w:r>
            <w:r w:rsidR="00262BFD" w:rsidRPr="00D803C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A248BF">
              <w:rPr>
                <w:rStyle w:val="normaltextrun"/>
                <w:rFonts w:ascii="Calibri" w:hAnsi="Calibri" w:cs="Calibri"/>
                <w:sz w:val="22"/>
                <w:szCs w:val="22"/>
              </w:rPr>
              <w:t>t</w:t>
            </w:r>
            <w:r w:rsidR="00A248BF">
              <w:rPr>
                <w:rStyle w:val="normaltextrun"/>
                <w:rFonts w:ascii="Calibri" w:hAnsi="Calibri" w:cs="Calibri"/>
              </w:rPr>
              <w:t xml:space="preserve">he </w:t>
            </w:r>
            <w:r w:rsidRPr="00D803C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business rule </w:t>
            </w:r>
            <w:r w:rsidRPr="00A248B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BR02</w:t>
            </w:r>
            <w:r w:rsidRPr="00D803C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803C1">
              <w:rPr>
                <w:rStyle w:val="normaltextrun"/>
                <w:rFonts w:ascii="Calibri" w:hAnsi="Calibri" w:cs="Calibri"/>
                <w:sz w:val="22"/>
                <w:szCs w:val="22"/>
              </w:rPr>
              <w:t>states</w:t>
            </w:r>
            <w:r w:rsidR="00DA0039" w:rsidRPr="00D803C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803C1">
              <w:rPr>
                <w:rStyle w:val="normaltextrun"/>
                <w:rFonts w:ascii="Calibri" w:hAnsi="Calibri" w:cs="Calibri"/>
                <w:sz w:val="22"/>
                <w:szCs w:val="22"/>
              </w:rPr>
              <w:t>that representative information must be included in all messages if provided in the initially ENS filling.</w:t>
            </w:r>
          </w:p>
          <w:p w14:paraId="402E71AC" w14:textId="77777777" w:rsidR="007050FC" w:rsidRPr="00EC626F" w:rsidRDefault="007050FC" w:rsidP="00A43A0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295C4C3B" w14:textId="1ACDB449" w:rsidR="007C792B" w:rsidRPr="00A248BF" w:rsidRDefault="00DA0039" w:rsidP="00A43A0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A248B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The </w:t>
            </w:r>
            <w:r w:rsidR="00720B8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ICS2 </w:t>
            </w:r>
            <w:r w:rsidRPr="00A248B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Rule </w:t>
            </w:r>
            <w:r w:rsidR="00720B8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BR02 </w:t>
            </w:r>
            <w:r w:rsidR="007C792B" w:rsidRPr="00A248BF">
              <w:rPr>
                <w:rStyle w:val="normaltextrun"/>
                <w:rFonts w:ascii="Calibri" w:hAnsi="Calibri" w:cs="Calibri"/>
                <w:sz w:val="22"/>
                <w:szCs w:val="22"/>
              </w:rPr>
              <w:t>explicitly states</w:t>
            </w:r>
            <w:r w:rsidR="00720B8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20B8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the D.G. REPRESENTATIVE must appear </w:t>
            </w:r>
            <w:r w:rsidR="00720B81" w:rsidRPr="00720B8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in all Messages sent by ieCA/TED to ICS2-CR</w:t>
            </w:r>
            <w:r w:rsidR="00720B8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, i</w:t>
            </w:r>
            <w:r w:rsidR="00720B81" w:rsidRPr="00A248BF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f</w:t>
            </w:r>
            <w:r w:rsidR="00720B8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that Data Group w</w:t>
            </w:r>
            <w:r w:rsidR="00720B81" w:rsidRPr="00A248BF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as</w:t>
            </w:r>
            <w:r w:rsidR="00720B8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filled in by the Holder of Transit Procedure in the combined transit declaration CC015D:</w:t>
            </w:r>
          </w:p>
          <w:p w14:paraId="37869825" w14:textId="489FD604" w:rsidR="007C792B" w:rsidRDefault="007C792B" w:rsidP="007C792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100B31AA" wp14:editId="437BB4D0">
                  <wp:extent cx="5238750" cy="609600"/>
                  <wp:effectExtent l="152400" t="152400" r="361950" b="361950"/>
                  <wp:docPr id="11894788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0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2B68478" w14:textId="2E7BCCB5" w:rsidR="007C792B" w:rsidRPr="00EC626F" w:rsidRDefault="00A248BF" w:rsidP="00A43A0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I</w:t>
            </w:r>
            <w:r w:rsidR="007C792B" w:rsidRPr="00EC626F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n NCTS-P6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,</w:t>
            </w:r>
            <w:r w:rsidR="007C792B" w:rsidRPr="00EC626F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7C792B" w:rsidRPr="0068009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G</w:t>
            </w:r>
            <w:r w:rsidR="00072109" w:rsidRPr="0068009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08</w:t>
            </w:r>
            <w:r w:rsidR="00EC626F" w:rsidRPr="0068009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5</w:t>
            </w:r>
            <w:r w:rsidR="00072109" w:rsidRPr="0068009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0</w:t>
            </w:r>
            <w:r w:rsidR="00EC626F" w:rsidRPr="00EC626F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EC626F" w:rsidRPr="00EC626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and </w:t>
            </w:r>
            <w:r w:rsidR="00EC626F" w:rsidRPr="0068009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G0860</w:t>
            </w:r>
            <w:r w:rsidR="00072109" w:rsidRPr="00EC626F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state something similar: </w:t>
            </w:r>
          </w:p>
          <w:p w14:paraId="12A0FC7B" w14:textId="77777777" w:rsidR="00072109" w:rsidRDefault="00072109" w:rsidP="00A43A0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12F16BCB" w14:textId="0A7F818D" w:rsidR="00072109" w:rsidRDefault="00072109" w:rsidP="0007210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899BAB0" wp14:editId="3DEC1187">
                  <wp:extent cx="5765996" cy="1638862"/>
                  <wp:effectExtent l="152400" t="152400" r="368300" b="361950"/>
                  <wp:docPr id="6194969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496995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5996" cy="1638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EBEA6E1" w14:textId="6AD2831B" w:rsidR="00A43A09" w:rsidRDefault="00072109" w:rsidP="00A43A0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But these </w:t>
            </w:r>
            <w:r w:rsidR="00E411AA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guidelines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apply</w:t>
            </w:r>
            <w:r w:rsidR="00E411AA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only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to</w:t>
            </w:r>
            <w:r w:rsidR="00A248BF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A248BF" w:rsidRPr="00A248BF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the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Pr="00DB642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Declaration messages</w:t>
            </w:r>
            <w:r w:rsidR="00D803C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</w:p>
          <w:p w14:paraId="7C2E7648" w14:textId="77777777" w:rsidR="00AA77C8" w:rsidRDefault="00AA77C8" w:rsidP="00A43A0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14:paraId="55BF7E47" w14:textId="24CA5DBF" w:rsidR="00AA77C8" w:rsidRDefault="00AA77C8" w:rsidP="00AA77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For example:</w:t>
            </w:r>
          </w:p>
          <w:p w14:paraId="62E0F02D" w14:textId="79B8AD1F" w:rsidR="00AA77C8" w:rsidRDefault="00AA77C8" w:rsidP="00AA77C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D68270" wp14:editId="1303C3BE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2630170</wp:posOffset>
                      </wp:positionV>
                      <wp:extent cx="5588000" cy="463550"/>
                      <wp:effectExtent l="0" t="0" r="12700" b="12700"/>
                      <wp:wrapNone/>
                      <wp:docPr id="2118409270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8000" cy="463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du="http://schemas.microsoft.com/office/word/2023/wordml/word16du">
                  <w:pict>
                    <v:oval w14:anchorId="7B928097" id="Oval 4" o:spid="_x0000_s1026" style="position:absolute;margin-left:10.95pt;margin-top:207.1pt;width:440pt;height:3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" filled="f" strokecolor="red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E2B4E9F" wp14:editId="0B0DB518">
                  <wp:extent cx="5819140" cy="2813685"/>
                  <wp:effectExtent l="152400" t="152400" r="353060" b="367665"/>
                  <wp:docPr id="76980523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9140" cy="28136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121290C" w14:textId="77777777" w:rsidR="00424D60" w:rsidRDefault="00424D60" w:rsidP="0032738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B5601A" w14:textId="44407CE3" w:rsidR="00B81733" w:rsidRDefault="006C44E8" w:rsidP="00720B8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803C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In the messages exchanged between NCTS-P6 and ICS2-CR (via </w:t>
            </w:r>
            <w:proofErr w:type="spellStart"/>
            <w:r w:rsidR="00A248BF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i</w:t>
            </w:r>
            <w:r w:rsidR="00A248BF">
              <w:rPr>
                <w:rStyle w:val="normaltextrun"/>
                <w:rFonts w:ascii="Calibri" w:hAnsi="Calibri" w:cs="Calibri"/>
              </w:rPr>
              <w:t>eCA</w:t>
            </w:r>
            <w:proofErr w:type="spellEnd"/>
            <w:r w:rsidR="00A248BF">
              <w:rPr>
                <w:rStyle w:val="normaltextrun"/>
                <w:rFonts w:ascii="Calibri" w:hAnsi="Calibri" w:cs="Calibri"/>
              </w:rPr>
              <w:t>/</w:t>
            </w:r>
            <w:r w:rsidRPr="00D803C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TED), i.e. in messages </w:t>
            </w:r>
            <w:r w:rsidR="00A248BF" w:rsidRPr="00EA2A6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</w:t>
            </w:r>
            <w:r w:rsidR="00A248BF" w:rsidRPr="00EA2A6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Pr="00EA2A6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004</w:t>
            </w:r>
            <w:r w:rsidR="00A248BF" w:rsidRPr="00EA2A6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</w:t>
            </w:r>
            <w:r w:rsidRPr="00D803C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, </w:t>
            </w:r>
            <w:r w:rsidR="00A248BF" w:rsidRPr="00EA2A6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</w:t>
            </w:r>
            <w:r w:rsidR="00A248BF" w:rsidRPr="00EA2A6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Pr="00EA2A6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009</w:t>
            </w:r>
            <w:r w:rsidR="00A248BF" w:rsidRPr="00EA2A6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</w:t>
            </w:r>
            <w:r w:rsidRPr="00D803C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,</w:t>
            </w:r>
            <w:r w:rsidRPr="00D803C1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A248BF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C</w:t>
            </w:r>
            <w:r w:rsidR="00A248BF" w:rsidRPr="00EA2A6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Pr="00D803C1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014</w:t>
            </w:r>
            <w:r w:rsidR="00A248BF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D</w:t>
            </w:r>
            <w:r w:rsidRPr="00D803C1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="00A248BF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CD</w:t>
            </w:r>
            <w:r w:rsidRPr="00D803C1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117</w:t>
            </w:r>
            <w:r w:rsidR="00A248BF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C</w:t>
            </w:r>
            <w:r w:rsidRPr="00D803C1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="00A248BF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CD</w:t>
            </w:r>
            <w:r w:rsidRPr="00D803C1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A</w:t>
            </w:r>
            <w:r w:rsidRPr="00D803C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70</w:t>
            </w:r>
            <w:r w:rsidR="00A248B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</w:t>
            </w:r>
            <w:r w:rsidRPr="00D803C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, </w:t>
            </w:r>
            <w:r w:rsidR="00A248B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CD</w:t>
            </w:r>
            <w:r w:rsidRPr="00D803C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A71</w:t>
            </w:r>
            <w:r w:rsidR="00A248B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</w:t>
            </w:r>
            <w:r w:rsidRPr="00D803C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, </w:t>
            </w:r>
            <w:r w:rsidRPr="00D803C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the D</w:t>
            </w:r>
            <w:r w:rsidR="00A248BF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.</w:t>
            </w:r>
            <w:r w:rsidRPr="00D803C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G</w:t>
            </w:r>
            <w:r w:rsidR="00A248BF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.</w:t>
            </w:r>
            <w:r w:rsidRPr="00D803C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720B81" w:rsidRPr="00D803C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REPRESENTATIVE </w:t>
            </w:r>
            <w:r w:rsidRPr="00D803C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is missing</w:t>
            </w:r>
            <w:r w:rsidR="00D803C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,</w:t>
            </w:r>
            <w:r w:rsidRPr="00D803C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as shown below</w:t>
            </w:r>
            <w:r w:rsidRPr="00D803C1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BC7939F" w14:textId="77777777" w:rsidR="00B81733" w:rsidRDefault="00B81733" w:rsidP="0032738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CBE73C" w14:textId="3531D85F" w:rsidR="00B81733" w:rsidRDefault="00B81733" w:rsidP="0032738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44680A3" wp14:editId="2D4C93C0">
                  <wp:extent cx="4933950" cy="973324"/>
                  <wp:effectExtent l="19050" t="19050" r="19050" b="17780"/>
                  <wp:docPr id="17318548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1854836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7652" cy="98194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744CF7F" w14:textId="26FC939E" w:rsidR="00B81733" w:rsidRDefault="00442E44" w:rsidP="0032738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2B7D3DD" wp14:editId="1D81E8D2">
                  <wp:extent cx="4953000" cy="1082050"/>
                  <wp:effectExtent l="19050" t="19050" r="19050" b="22860"/>
                  <wp:docPr id="6060655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06551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0973" cy="109908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0A95A34" w14:textId="573134B3" w:rsidR="001727A2" w:rsidRDefault="00AA77C8" w:rsidP="0032738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9ABB6B" wp14:editId="486FAAAD">
                  <wp:extent cx="4972050" cy="1331450"/>
                  <wp:effectExtent l="19050" t="19050" r="19050" b="21590"/>
                  <wp:docPr id="7253669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3083" cy="134511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7050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AFCFF84" w14:textId="3117AAE4" w:rsidR="00442E44" w:rsidRDefault="00442E44" w:rsidP="0032738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403B49B" wp14:editId="5BF100CF">
                  <wp:extent cx="4984750" cy="1479542"/>
                  <wp:effectExtent l="19050" t="19050" r="25400" b="26035"/>
                  <wp:docPr id="2286903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690395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5699" cy="149169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9C584D3" w14:textId="04062848" w:rsidR="00424D60" w:rsidRDefault="00424D60" w:rsidP="0032738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B440EC5" wp14:editId="3928AA79">
                  <wp:extent cx="4991100" cy="2224443"/>
                  <wp:effectExtent l="19050" t="19050" r="19050" b="23495"/>
                  <wp:docPr id="10474981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7498145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8362" cy="223659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0D7FEBB" w14:textId="0726B6CF" w:rsidR="00424D60" w:rsidRDefault="00424D60" w:rsidP="0032738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33FCE94" wp14:editId="1F6F3E0A">
                  <wp:extent cx="5003800" cy="1699605"/>
                  <wp:effectExtent l="19050" t="19050" r="25400" b="15240"/>
                  <wp:docPr id="8937604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376048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7991" cy="170782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1A53DC5" w14:textId="2358DB67" w:rsidR="00424D60" w:rsidRPr="00074C44" w:rsidRDefault="006C44E8" w:rsidP="006C44E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All the above messages should be updated to include </w:t>
            </w:r>
            <w:r w:rsidR="00A248BF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A248BF">
              <w:rPr>
                <w:rFonts w:asciiTheme="minorHAnsi" w:hAnsiTheme="minorHAnsi" w:cstheme="minorHAnsi"/>
              </w:rPr>
              <w:t xml:space="preserve">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A248B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="00A248B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03C1" w:rsidRPr="00D803C1">
              <w:rPr>
                <w:rFonts w:asciiTheme="minorHAnsi" w:hAnsiTheme="minorHAnsi" w:cstheme="minorHAnsi"/>
                <w:sz w:val="22"/>
                <w:szCs w:val="22"/>
              </w:rPr>
              <w:t>REPRESENTATIVE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898C77F" w14:textId="053A055A" w:rsidR="00A25C7E" w:rsidRPr="00A25C7E" w:rsidRDefault="00A25C7E" w:rsidP="00A248BF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900BCAD" w14:textId="77777777" w:rsidR="00084D7F" w:rsidRDefault="00084D7F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96"/>
    </w:p>
    <w:p w14:paraId="5B8D2242" w14:textId="314040BF" w:rsidR="008E7767" w:rsidRPr="00074158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6818B1" w14:paraId="36098742" w14:textId="77777777" w:rsidTr="40280004">
        <w:tc>
          <w:tcPr>
            <w:tcW w:w="10176" w:type="dxa"/>
          </w:tcPr>
          <w:p w14:paraId="1B6D38F2" w14:textId="271E70B6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4" w:name="_Hlk73455602"/>
            <w:bookmarkStart w:id="5" w:name="_Hlk78541056"/>
            <w:bookmarkEnd w:id="3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C11A52" w:rsidRPr="008915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DDNTA-6.3.0-v1.0.0</w:t>
            </w:r>
            <w:r w:rsidR="00C11A52"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(based on </w:t>
            </w:r>
            <w:r w:rsidR="00C11A52"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CSE-v60.4.4)</w:t>
            </w:r>
            <w:r w:rsidR="00C11A5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B65F8">
              <w:rPr>
                <w:rFonts w:asciiTheme="minorHAnsi" w:hAnsiTheme="minorHAnsi" w:cs="Arial"/>
                <w:sz w:val="22"/>
                <w:szCs w:val="22"/>
              </w:rPr>
              <w:t>sh</w:t>
            </w:r>
            <w:r w:rsidR="00982D91">
              <w:rPr>
                <w:rFonts w:asciiTheme="minorHAnsi" w:hAnsiTheme="minorHAnsi" w:cs="Arial"/>
                <w:sz w:val="22"/>
                <w:szCs w:val="22"/>
              </w:rPr>
              <w:t>ou</w:t>
            </w:r>
            <w:r w:rsidR="00AB65F8">
              <w:rPr>
                <w:rFonts w:asciiTheme="minorHAnsi" w:hAnsiTheme="minorHAnsi" w:cs="Arial"/>
                <w:sz w:val="22"/>
                <w:szCs w:val="22"/>
              </w:rPr>
              <w:t>l</w:t>
            </w:r>
            <w:r w:rsidR="00982D91">
              <w:rPr>
                <w:rFonts w:asciiTheme="minorHAnsi" w:hAnsiTheme="minorHAnsi" w:cs="Arial"/>
                <w:sz w:val="22"/>
                <w:szCs w:val="22"/>
              </w:rPr>
              <w:t>d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 be </w:t>
            </w:r>
            <w:r w:rsidR="0009367D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updated as follows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50A03FD" w14:textId="43EF6D76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32CA096" w14:textId="2521E3C3" w:rsidR="00720B81" w:rsidRDefault="00C11A52" w:rsidP="000954C3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6139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In messages </w:t>
            </w:r>
            <w:r w:rsidRPr="00F6139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IE004, IE009,</w:t>
            </w:r>
            <w:r w:rsidR="00F239C4" w:rsidRPr="00F6139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IE014</w:t>
            </w:r>
            <w:r w:rsidR="00F239C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,</w:t>
            </w:r>
            <w:r w:rsidRPr="00F6139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IE117, IEA70, IEA71 </w:t>
            </w:r>
            <w:r w:rsidRPr="00F6139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</w:t>
            </w:r>
            <w:r w:rsidR="008903F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only </w:t>
            </w:r>
            <w:r w:rsidRPr="00F6139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</w:t>
            </w:r>
            <w:r w:rsidR="008903F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messages</w:t>
            </w:r>
            <w:r w:rsidRPr="00F6139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) the Data Group </w:t>
            </w:r>
            <w:r w:rsidRPr="00F6139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REPRESENTATIVE</w:t>
            </w:r>
            <w:r w:rsidRPr="00F6139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will be added with </w:t>
            </w:r>
            <w:r w:rsidRPr="00F6139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optionality “D”</w:t>
            </w:r>
            <w:r w:rsidRPr="00F6139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and </w:t>
            </w:r>
            <w:r w:rsidRPr="00F6139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C0950</w:t>
            </w:r>
            <w:r w:rsidRPr="00F6139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attached to it. </w:t>
            </w:r>
          </w:p>
          <w:p w14:paraId="0F3B89DD" w14:textId="77777777" w:rsidR="00720B81" w:rsidRPr="00720B81" w:rsidRDefault="00720B81" w:rsidP="00720B81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75B5749" w14:textId="32194A13" w:rsidR="00C11A52" w:rsidRPr="00720B81" w:rsidRDefault="00C11A52" w:rsidP="00720B81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20B8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lastRenderedPageBreak/>
              <w:t>For example</w:t>
            </w:r>
            <w:r w:rsidRPr="00720B8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</w:p>
          <w:p w14:paraId="66306C40" w14:textId="77777777" w:rsidR="00C11A52" w:rsidRDefault="00C11A52" w:rsidP="00C11A5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AA6AC9A" w14:textId="5A57D891" w:rsidR="00D06EB0" w:rsidRPr="00D06EB0" w:rsidRDefault="00D06EB0" w:rsidP="00D06EB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MESSAGE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1x </w:t>
            </w:r>
            <w:proofErr w:type="gramStart"/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</w:t>
            </w:r>
            <w:proofErr w:type="gramEnd"/>
          </w:p>
          <w:p w14:paraId="57384957" w14:textId="4D34F75E" w:rsidR="00D06EB0" w:rsidRPr="00D06EB0" w:rsidRDefault="00D06EB0" w:rsidP="00D06EB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---TRANSIT OPERATION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1x R</w:t>
            </w:r>
          </w:p>
          <w:p w14:paraId="25626DB1" w14:textId="7912E6CF" w:rsidR="00D06EB0" w:rsidRPr="00D06EB0" w:rsidRDefault="00D06EB0" w:rsidP="00D06EB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---INVALIDATION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1x R</w:t>
            </w:r>
          </w:p>
          <w:p w14:paraId="4C16E608" w14:textId="05EDB837" w:rsidR="00D06EB0" w:rsidRPr="00D06EB0" w:rsidRDefault="00D06EB0" w:rsidP="00D06EB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---CUSTOMS OFFICE OF DEPARTURE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1x R</w:t>
            </w:r>
          </w:p>
          <w:p w14:paraId="2583ACBB" w14:textId="0563E38B" w:rsidR="00D06EB0" w:rsidRPr="00D06EB0" w:rsidRDefault="00D06EB0" w:rsidP="00D06EB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---HOLDER OF THE TRANSIT PROCEDURE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1x R</w:t>
            </w:r>
          </w:p>
          <w:p w14:paraId="47864405" w14:textId="3DFAC011" w:rsidR="00D06EB0" w:rsidRPr="00D06EB0" w:rsidRDefault="00D06EB0" w:rsidP="00D06EB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------ADDRESS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1x D </w:t>
            </w:r>
            <w:r w:rsidR="009B3E6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9B3E6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C0250</w:t>
            </w:r>
          </w:p>
          <w:p w14:paraId="6AB5C032" w14:textId="70E53AB6" w:rsidR="00C11A52" w:rsidRDefault="00D06EB0" w:rsidP="00D06EB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------CONTACT PERSON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1x O </w:t>
            </w:r>
            <w:r w:rsidR="009B3E6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9B3E6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D06E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G0105</w:t>
            </w:r>
          </w:p>
          <w:p w14:paraId="6F0AE2C3" w14:textId="77777777" w:rsidR="009B3E68" w:rsidRDefault="00D06EB0" w:rsidP="00D06EB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</w:p>
          <w:p w14:paraId="180EF3C3" w14:textId="601312E8" w:rsidR="00D06EB0" w:rsidRPr="00C53313" w:rsidRDefault="009B3E68" w:rsidP="00D06EB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ab/>
            </w:r>
            <w:r w:rsidR="00D06EB0" w:rsidRPr="00C53313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---REPRESENTATIVE</w:t>
            </w:r>
            <w:r w:rsidR="00D06EB0" w:rsidRPr="00C53313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ab/>
            </w:r>
            <w:r w:rsidR="00D06EB0" w:rsidRPr="00C53313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ab/>
            </w:r>
            <w:r w:rsidR="00D06EB0" w:rsidRPr="00C53313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ab/>
            </w:r>
            <w:r w:rsidR="00D06EB0" w:rsidRPr="00C53313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ab/>
              <w:t xml:space="preserve">1x D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ab/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ab/>
            </w:r>
            <w:r w:rsidR="00D06EB0" w:rsidRPr="00C53313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C0950</w:t>
            </w:r>
          </w:p>
          <w:p w14:paraId="599B1C0C" w14:textId="5BC15288" w:rsidR="00C11A52" w:rsidRPr="001244E3" w:rsidRDefault="009B3E68" w:rsidP="00C5331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lang w:val="en-US"/>
              </w:rPr>
              <w:t xml:space="preserve">    </w:t>
            </w:r>
            <w:r w:rsidRPr="00C53313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Identification number</w:t>
            </w:r>
            <w:r w:rsidRPr="00C53313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ab/>
            </w:r>
            <w:r w:rsidRPr="00C53313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ab/>
            </w:r>
            <w:r w:rsidRPr="00C53313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ab/>
              <w:t xml:space="preserve">      R   </w:t>
            </w:r>
            <w:r w:rsidRPr="00C53313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ab/>
              <w:t xml:space="preserve">an..17 </w:t>
            </w:r>
            <w:r w:rsidRPr="00C53313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ab/>
              <w:t>R0850</w:t>
            </w:r>
          </w:p>
          <w:p w14:paraId="2E8FE90E" w14:textId="3C62B6B8" w:rsidR="00C11A52" w:rsidRPr="000B2FA7" w:rsidRDefault="001244E3" w:rsidP="00C11A5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0B2F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                                                                                                                  </w:t>
            </w:r>
            <w:r w:rsidRPr="000B2FA7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R0033</w:t>
            </w:r>
          </w:p>
          <w:p w14:paraId="63DCCD60" w14:textId="77777777" w:rsidR="001244E3" w:rsidRPr="000B2FA7" w:rsidRDefault="001244E3" w:rsidP="00C11A52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14:paraId="68EDF908" w14:textId="64ED73CF" w:rsidR="00A0461D" w:rsidRPr="00A0461D" w:rsidRDefault="006A795D" w:rsidP="000954C3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A0461D" w:rsidRPr="00A0461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new condition </w:t>
            </w:r>
            <w:r w:rsidR="00A0461D" w:rsidRPr="00A046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</w:t>
            </w:r>
            <w:r w:rsidR="00084D7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0950</w:t>
            </w:r>
            <w:r w:rsidR="00A0461D" w:rsidRPr="00A0461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shall be introduced </w:t>
            </w:r>
            <w:r w:rsidR="009A0D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to</w:t>
            </w:r>
            <w:r w:rsidR="00A0461D" w:rsidRPr="00A0461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assure the presence of the D</w:t>
            </w:r>
            <w:r w:rsidR="00720B8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="00A0461D" w:rsidRPr="00A0461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</w:t>
            </w:r>
            <w:r w:rsidR="00720B8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="00A0461D" w:rsidRPr="00A0461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“Representative”, the </w:t>
            </w:r>
            <w:r w:rsidRPr="00A0461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wording</w:t>
            </w:r>
            <w:r w:rsidR="00A0461D" w:rsidRPr="00A0461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should be the </w:t>
            </w:r>
            <w:r w:rsidRPr="00A0461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following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</w:p>
          <w:p w14:paraId="26CECD64" w14:textId="77777777" w:rsidR="00A0461D" w:rsidRPr="00A0461D" w:rsidRDefault="00A0461D" w:rsidP="00A0461D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AA9C477" w14:textId="1512D463" w:rsidR="00A0461D" w:rsidRPr="00720B81" w:rsidRDefault="00A0461D" w:rsidP="006A795D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 w:rsidRPr="00720B81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u w:val="single"/>
                <w:lang w:val="en-US"/>
              </w:rPr>
              <w:t>C</w:t>
            </w:r>
            <w:r w:rsidR="00084D7F" w:rsidRPr="00720B81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u w:val="single"/>
                <w:lang w:val="en-US"/>
              </w:rPr>
              <w:t>0950</w:t>
            </w:r>
          </w:p>
          <w:p w14:paraId="0AA781BC" w14:textId="77777777" w:rsidR="006A795D" w:rsidRPr="006A795D" w:rsidRDefault="006A795D" w:rsidP="006A795D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0C779DEC" w14:textId="1BF2EC22" w:rsidR="00A0461D" w:rsidRPr="006A795D" w:rsidRDefault="00A0461D" w:rsidP="006A795D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</w:pPr>
            <w:r w:rsidRPr="006A795D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Technical Description:</w:t>
            </w:r>
          </w:p>
          <w:p w14:paraId="63F21D6E" w14:textId="1AD542DE" w:rsidR="00A0461D" w:rsidRPr="006A795D" w:rsidRDefault="00A0461D" w:rsidP="006A795D">
            <w:pPr>
              <w:ind w:left="72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6A795D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IF /CCA15D/Representative is PRESENT</w:t>
            </w:r>
          </w:p>
          <w:p w14:paraId="5A5FF5BA" w14:textId="6A1ED2A5" w:rsidR="00A0461D" w:rsidRPr="006A795D" w:rsidRDefault="00A0461D" w:rsidP="006A795D">
            <w:pPr>
              <w:ind w:left="72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6A795D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THEN /*/Representative = "R"</w:t>
            </w:r>
          </w:p>
          <w:p w14:paraId="2E62C892" w14:textId="4F5E369E" w:rsidR="00A0461D" w:rsidRDefault="00A0461D" w:rsidP="006A795D">
            <w:pPr>
              <w:ind w:left="72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6A795D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ELSE /*/Representative = "N";</w:t>
            </w:r>
          </w:p>
          <w:p w14:paraId="53151020" w14:textId="77777777" w:rsidR="006A795D" w:rsidRPr="006A795D" w:rsidRDefault="006A795D" w:rsidP="006A795D">
            <w:pPr>
              <w:ind w:left="72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</w:p>
          <w:p w14:paraId="1F72F510" w14:textId="15AAD7F7" w:rsidR="00A0461D" w:rsidRPr="006A795D" w:rsidRDefault="00A0461D" w:rsidP="006A795D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</w:pPr>
            <w:r w:rsidRPr="006A795D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Functional Description:</w:t>
            </w:r>
          </w:p>
          <w:p w14:paraId="17364653" w14:textId="566425E4" w:rsidR="00A0461D" w:rsidRPr="006A795D" w:rsidRDefault="00A0461D" w:rsidP="006A795D">
            <w:pPr>
              <w:ind w:left="72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6A795D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IF &lt;CCA15</w:t>
            </w:r>
            <w:r w:rsidR="00001077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D</w:t>
            </w:r>
            <w:r w:rsidRPr="006A795D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-REPRESENTATIVE&gt; is PRESENT</w:t>
            </w:r>
          </w:p>
          <w:p w14:paraId="18349813" w14:textId="792F0404" w:rsidR="00A0461D" w:rsidRPr="006A795D" w:rsidRDefault="00A0461D" w:rsidP="006A795D">
            <w:pPr>
              <w:ind w:left="72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6A795D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THEN &lt;</w:t>
            </w:r>
            <w:r w:rsidRPr="006A795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6A795D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CCA15</w:t>
            </w:r>
            <w:r w:rsidR="00001077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D</w:t>
            </w:r>
            <w:r w:rsidRPr="006A795D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-REPRESENTATIVE&gt; = "R"</w:t>
            </w:r>
          </w:p>
          <w:p w14:paraId="0CB1A96A" w14:textId="0B8ED07D" w:rsidR="00A0461D" w:rsidRDefault="00A0461D" w:rsidP="006A795D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A795D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ELSE &lt;</w:t>
            </w:r>
            <w:r w:rsidRPr="006A795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6A795D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CCA15</w:t>
            </w:r>
            <w:r w:rsidR="00001077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D</w:t>
            </w:r>
            <w:r w:rsidRPr="006A795D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-REPRESENTATIVE&gt; = "N";</w:t>
            </w:r>
          </w:p>
          <w:p w14:paraId="6C76ADE9" w14:textId="77777777" w:rsidR="00FC5BAE" w:rsidRDefault="00FC5BAE" w:rsidP="006A795D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4E861AE" w14:textId="56223988" w:rsidR="00023D84" w:rsidRDefault="00FC5BAE" w:rsidP="00023D84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C5BA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Appendix K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will be also affected since a new Data </w:t>
            </w:r>
            <w:r w:rsidR="00F6139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element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added. The validation </w:t>
            </w:r>
            <w:r w:rsidR="001244E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for C0950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will be:</w:t>
            </w:r>
          </w:p>
          <w:p w14:paraId="73AABF2F" w14:textId="708F896D" w:rsidR="00023D84" w:rsidRPr="00C53313" w:rsidRDefault="00023D84" w:rsidP="00023D8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</w:p>
          <w:p w14:paraId="4C15CC88" w14:textId="2D1B0C51" w:rsidR="00023D84" w:rsidRPr="00770DBA" w:rsidRDefault="00023D84" w:rsidP="00F239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3313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</w:p>
          <w:p w14:paraId="7B546002" w14:textId="77777777" w:rsidR="00023D84" w:rsidRPr="005536BF" w:rsidRDefault="00023D84" w:rsidP="00023D8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For the common domain messages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894"/>
              <w:gridCol w:w="1188"/>
              <w:gridCol w:w="1505"/>
            </w:tblGrid>
            <w:tr w:rsidR="00023D84" w:rsidRPr="0089763D" w14:paraId="24759A11" w14:textId="77777777" w:rsidTr="00841D6D">
              <w:trPr>
                <w:jc w:val="center"/>
              </w:trPr>
              <w:tc>
                <w:tcPr>
                  <w:tcW w:w="5894" w:type="dxa"/>
                  <w:vAlign w:val="center"/>
                </w:tcPr>
                <w:p w14:paraId="6EF42E6D" w14:textId="77777777" w:rsidR="00023D84" w:rsidRPr="0089763D" w:rsidRDefault="00023D84" w:rsidP="00023D8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89763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TMS Path</w:t>
                  </w:r>
                </w:p>
              </w:tc>
              <w:tc>
                <w:tcPr>
                  <w:tcW w:w="1188" w:type="dxa"/>
                  <w:vAlign w:val="center"/>
                </w:tcPr>
                <w:p w14:paraId="28A5F59F" w14:textId="77777777" w:rsidR="00023D84" w:rsidRPr="0089763D" w:rsidRDefault="00023D84" w:rsidP="00023D8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89763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Validated by Sender</w:t>
                  </w:r>
                </w:p>
              </w:tc>
              <w:tc>
                <w:tcPr>
                  <w:tcW w:w="1505" w:type="dxa"/>
                  <w:vAlign w:val="center"/>
                </w:tcPr>
                <w:p w14:paraId="01CCAF81" w14:textId="77777777" w:rsidR="00023D84" w:rsidRPr="0089763D" w:rsidRDefault="00023D84" w:rsidP="00023D8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89763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Validated by Recipient</w:t>
                  </w:r>
                </w:p>
              </w:tc>
            </w:tr>
            <w:tr w:rsidR="00023D84" w:rsidRPr="0089763D" w14:paraId="4E2C6563" w14:textId="77777777" w:rsidTr="00841D6D">
              <w:trPr>
                <w:jc w:val="center"/>
              </w:trPr>
              <w:tc>
                <w:tcPr>
                  <w:tcW w:w="5894" w:type="dxa"/>
                </w:tcPr>
                <w:p w14:paraId="1016CE0C" w14:textId="163DCFDF" w:rsidR="00023D84" w:rsidRPr="0089763D" w:rsidRDefault="00023D84" w:rsidP="00023D84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US"/>
                    </w:rPr>
                  </w:pPr>
                  <w:r w:rsidRPr="00023D84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MESSAGE / REPRESENTATIVE </w:t>
                  </w:r>
                </w:p>
              </w:tc>
              <w:tc>
                <w:tcPr>
                  <w:tcW w:w="1188" w:type="dxa"/>
                </w:tcPr>
                <w:p w14:paraId="55EB6126" w14:textId="77777777" w:rsidR="00023D84" w:rsidRPr="0089763D" w:rsidRDefault="00023D84" w:rsidP="00023D8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US"/>
                    </w:rPr>
                    <w:t>R</w:t>
                  </w:r>
                </w:p>
              </w:tc>
              <w:tc>
                <w:tcPr>
                  <w:tcW w:w="1505" w:type="dxa"/>
                </w:tcPr>
                <w:p w14:paraId="41FAD0E3" w14:textId="77777777" w:rsidR="00023D84" w:rsidRPr="005536BF" w:rsidRDefault="00023D84" w:rsidP="00023D8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1247C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US"/>
                    </w:rPr>
                    <w:t>SR</w:t>
                  </w:r>
                </w:p>
              </w:tc>
            </w:tr>
          </w:tbl>
          <w:p w14:paraId="183A6766" w14:textId="77777777" w:rsidR="00023D84" w:rsidRPr="00CD52B6" w:rsidRDefault="00023D84" w:rsidP="00023D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0AA7E9B" w14:textId="139D8521" w:rsidR="00FC5BAE" w:rsidRDefault="00FC5BAE" w:rsidP="00FC5BAE">
            <w:pPr>
              <w:ind w:left="720" w:hanging="404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ender</w:t>
            </w:r>
          </w:p>
          <w:p w14:paraId="0B7684AA" w14:textId="583ED541" w:rsidR="00084D7F" w:rsidRPr="00F61393" w:rsidRDefault="00F61393" w:rsidP="000954C3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6139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Appendix X</w:t>
            </w:r>
            <w:r w:rsidRPr="00F61393">
              <w:rPr>
                <w:rFonts w:asciiTheme="minorHAnsi" w:eastAsia="Calibri" w:hAnsiTheme="minorHAnsi" w:cstheme="minorHAnsi"/>
                <w:bCs/>
              </w:rPr>
              <w:t xml:space="preserve"> </w:t>
            </w:r>
            <w:r w:rsidRPr="00F61393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will be also affected since a new Data Group is added: “Representative” will use the sa</w:t>
            </w: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me</w:t>
            </w:r>
            <w:r w:rsidRPr="00F61393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61393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xsd</w:t>
            </w:r>
            <w:proofErr w:type="spellEnd"/>
            <w:r w:rsidRPr="00F61393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type of element “Representative” in </w:t>
            </w:r>
            <w:r w:rsidR="00720B81" w:rsidRPr="00074C44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CD</w:t>
            </w:r>
            <w:r w:rsidRPr="00F61393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A15D message</w:t>
            </w:r>
            <w:bookmarkEnd w:id="4"/>
            <w:bookmarkEnd w:id="5"/>
            <w:r w:rsidRPr="00F61393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.</w:t>
            </w:r>
          </w:p>
          <w:p w14:paraId="1EB945BF" w14:textId="77777777" w:rsidR="00084D7F" w:rsidRDefault="00084D7F" w:rsidP="006A4A3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A3BF248" w14:textId="77777777" w:rsidR="00202E95" w:rsidRDefault="00202E95" w:rsidP="00202E9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8CAA5C0" w14:textId="77777777" w:rsidR="00202E95" w:rsidRDefault="00202E95" w:rsidP="00202E9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8F0ED5B" w14:textId="77777777" w:rsidR="00DF04BB" w:rsidRPr="0021221D" w:rsidRDefault="00DF04BB" w:rsidP="00DF04BB">
            <w:pPr>
              <w:rPr>
                <w:rFonts w:ascii="Calibri" w:eastAsia="Calibri" w:hAnsi="Calibri" w:cs="Calibri"/>
                <w:kern w:val="2"/>
                <w:sz w:val="22"/>
                <w:szCs w:val="22"/>
                <w:lang w:val="en-US"/>
                <w14:ligatures w14:val="standardContextual"/>
              </w:rPr>
            </w:pPr>
            <w:r w:rsidRPr="0021221D">
              <w:rPr>
                <w:rFonts w:ascii="Calibri" w:eastAsia="Calibri" w:hAnsi="Calibri" w:cs="Calibri"/>
                <w:kern w:val="2"/>
                <w:sz w:val="22"/>
                <w:szCs w:val="22"/>
                <w:lang w:val="en-US"/>
                <w14:ligatures w14:val="standardContextual"/>
              </w:rPr>
              <w:t xml:space="preserve">Important change impacting both Common Domain and External Domain messages applicable for the </w:t>
            </w:r>
            <w:r w:rsidRPr="0021221D">
              <w:rPr>
                <w:rFonts w:ascii="Calibri" w:eastAsia="Calibri" w:hAnsi="Calibri" w:cs="Calibri"/>
                <w:b/>
                <w:bCs/>
                <w:kern w:val="2"/>
                <w:sz w:val="22"/>
                <w:szCs w:val="22"/>
                <w:lang w:val="en-US"/>
                <w14:ligatures w14:val="standardContextual"/>
              </w:rPr>
              <w:t>Opt-In NAs only</w:t>
            </w:r>
            <w:r w:rsidRPr="0021221D">
              <w:rPr>
                <w:rFonts w:ascii="Calibri" w:eastAsia="Calibri" w:hAnsi="Calibri" w:cs="Calibri"/>
                <w:kern w:val="2"/>
                <w:sz w:val="22"/>
                <w:szCs w:val="22"/>
                <w:lang w:val="en-US"/>
                <w14:ligatures w14:val="standardContextual"/>
              </w:rPr>
              <w:t xml:space="preserve">. It is proposed to be implemented </w:t>
            </w:r>
            <w:r w:rsidRPr="0021221D">
              <w:rPr>
                <w:rFonts w:ascii="Calibri" w:eastAsia="Calibri" w:hAnsi="Calibri" w:cs="Calibri"/>
                <w:b/>
                <w:bCs/>
                <w:kern w:val="2"/>
                <w:sz w:val="22"/>
                <w:szCs w:val="22"/>
                <w:lang w:val="en-US"/>
                <w14:ligatures w14:val="standardContextual"/>
              </w:rPr>
              <w:t>before the start of the NCTS-P6 operations (T-Ops)</w:t>
            </w:r>
            <w:r w:rsidRPr="0021221D">
              <w:rPr>
                <w:rFonts w:ascii="Calibri" w:eastAsia="Calibri" w:hAnsi="Calibri" w:cs="Calibri"/>
                <w:kern w:val="2"/>
                <w:sz w:val="22"/>
                <w:szCs w:val="22"/>
                <w:lang w:val="en-US"/>
                <w14:ligatures w14:val="standardContextual"/>
              </w:rPr>
              <w:t xml:space="preserve"> to avoid message rejections.</w:t>
            </w:r>
          </w:p>
          <w:p w14:paraId="2DCEA52F" w14:textId="77777777" w:rsidR="00DF04BB" w:rsidRPr="00283C39" w:rsidRDefault="00DF04BB" w:rsidP="00DF04BB">
            <w:pPr>
              <w:rPr>
                <w:rFonts w:ascii="Calibri" w:eastAsia="Calibri" w:hAnsi="Calibri" w:cs="Calibri"/>
                <w:kern w:val="2"/>
                <w:sz w:val="22"/>
                <w:szCs w:val="22"/>
                <w:lang w:val="en-US"/>
                <w14:ligatures w14:val="standardContextual"/>
              </w:rPr>
            </w:pPr>
          </w:p>
          <w:p w14:paraId="12B2A396" w14:textId="6DB59516" w:rsidR="00E651A1" w:rsidRPr="00E9693C" w:rsidRDefault="002B1ADA" w:rsidP="00E651A1">
            <w:pPr>
              <w:ind w:left="4816" w:hanging="4816"/>
              <w:rPr>
                <w:rFonts w:ascii="Calibri" w:eastAsia="Calibri" w:hAnsi="Calibri" w:cs="Calibri"/>
                <w:sz w:val="22"/>
                <w:szCs w:val="22"/>
              </w:rPr>
            </w:pPr>
            <w:r w:rsidRPr="002B1AD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Proposed</w:t>
            </w:r>
            <w:r w:rsidRPr="002B1ADA">
              <w:rPr>
                <w:rFonts w:asciiTheme="minorHAnsi" w:eastAsia="Calibri" w:hAnsiTheme="minorHAnsi" w:cstheme="minorHAnsi"/>
                <w:sz w:val="22"/>
                <w:szCs w:val="22"/>
              </w:rPr>
              <w:t> date of applicability in Operations (</w:t>
            </w:r>
            <w:r w:rsidRPr="002B1AD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T-Ops</w:t>
            </w:r>
            <w:r w:rsidRPr="002B1ADA">
              <w:rPr>
                <w:rFonts w:asciiTheme="minorHAnsi" w:eastAsia="Calibri" w:hAnsiTheme="minorHAnsi" w:cstheme="minorHAnsi"/>
                <w:sz w:val="22"/>
                <w:szCs w:val="22"/>
              </w:rPr>
              <w:t>): </w:t>
            </w:r>
            <w:r w:rsidR="00E651A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E651A1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S</w:t>
            </w:r>
            <w:r w:rsidR="00E651A1" w:rsidRPr="00E9693C">
              <w:rPr>
                <w:rFonts w:ascii="Calibri" w:eastAsia="Calibri" w:hAnsi="Calibri" w:cs="Calibri"/>
                <w:sz w:val="22"/>
                <w:szCs w:val="22"/>
              </w:rPr>
              <w:t>tart of P6 operations (provisionally on 0</w:t>
            </w:r>
            <w:r w:rsidR="00E651A1" w:rsidRPr="00E9693C">
              <w:rPr>
                <w:rFonts w:ascii="Calibri" w:eastAsia="Calibri" w:hAnsi="Calibri" w:cs="Calibri"/>
                <w:sz w:val="22"/>
                <w:szCs w:val="22"/>
                <w:lang w:val="bg-BG"/>
              </w:rPr>
              <w:t>1</w:t>
            </w:r>
            <w:r w:rsidR="00E651A1" w:rsidRPr="00E9693C">
              <w:rPr>
                <w:rFonts w:ascii="Calibri" w:eastAsia="Calibri" w:hAnsi="Calibri" w:cs="Calibri"/>
                <w:sz w:val="22"/>
                <w:szCs w:val="22"/>
              </w:rPr>
              <w:t>.0</w:t>
            </w:r>
            <w:r w:rsidR="00E651A1" w:rsidRPr="00E9693C">
              <w:rPr>
                <w:rFonts w:ascii="Calibri" w:eastAsia="Calibri" w:hAnsi="Calibri" w:cs="Calibri"/>
                <w:sz w:val="22"/>
                <w:szCs w:val="22"/>
                <w:lang w:val="bg-BG"/>
              </w:rPr>
              <w:t>2</w:t>
            </w:r>
            <w:r w:rsidR="00E651A1" w:rsidRPr="00E9693C">
              <w:rPr>
                <w:rFonts w:ascii="Calibri" w:eastAsia="Calibri" w:hAnsi="Calibri" w:cs="Calibri"/>
                <w:sz w:val="22"/>
                <w:szCs w:val="22"/>
              </w:rPr>
              <w:t>.202</w:t>
            </w:r>
            <w:r w:rsidR="00E651A1" w:rsidRPr="00E9693C">
              <w:rPr>
                <w:rFonts w:ascii="Calibri" w:eastAsia="Calibri" w:hAnsi="Calibri" w:cs="Calibri"/>
                <w:sz w:val="22"/>
                <w:szCs w:val="22"/>
                <w:lang w:val="bg-BG"/>
              </w:rPr>
              <w:t>5</w:t>
            </w:r>
            <w:r w:rsidR="00E651A1" w:rsidRPr="00E9693C"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  <w:p w14:paraId="6A3A662A" w14:textId="77777777" w:rsidR="00E651A1" w:rsidRPr="00E9693C" w:rsidRDefault="00E651A1" w:rsidP="00E651A1">
            <w:pPr>
              <w:ind w:left="4806" w:hanging="4806"/>
              <w:rPr>
                <w:rFonts w:ascii="Calibri" w:eastAsia="Calibri" w:hAnsi="Calibri" w:cs="Calibri"/>
                <w:sz w:val="22"/>
                <w:szCs w:val="22"/>
              </w:rPr>
            </w:pPr>
            <w:r w:rsidRPr="00E9693C">
              <w:rPr>
                <w:rFonts w:ascii="Calibri" w:eastAsia="Calibri" w:hAnsi="Calibri" w:cs="Calibri"/>
                <w:b/>
                <w:sz w:val="22"/>
                <w:szCs w:val="22"/>
              </w:rPr>
              <w:t>Proposed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 date of applicability in CT (</w:t>
            </w:r>
            <w:r w:rsidRPr="00E9693C">
              <w:rPr>
                <w:rFonts w:ascii="Calibri" w:eastAsia="Calibri" w:hAnsi="Calibri" w:cs="Calibri"/>
                <w:b/>
                <w:sz w:val="22"/>
                <w:szCs w:val="22"/>
              </w:rPr>
              <w:t>T-CT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):                    Start of CT campaign (provisionally on 01.01.2024)</w:t>
            </w:r>
          </w:p>
          <w:p w14:paraId="5D6E4DB2" w14:textId="77777777" w:rsidR="00E651A1" w:rsidRPr="00E9693C" w:rsidRDefault="00E651A1" w:rsidP="00E651A1">
            <w:pPr>
              <w:ind w:left="4816" w:hanging="4816"/>
              <w:rPr>
                <w:rFonts w:ascii="Calibri" w:eastAsia="Calibri" w:hAnsi="Calibri" w:cs="Calibri"/>
                <w:sz w:val="22"/>
                <w:szCs w:val="22"/>
              </w:rPr>
            </w:pPr>
            <w:r w:rsidRPr="00E9693C">
              <w:rPr>
                <w:rFonts w:ascii="Calibri" w:eastAsia="Calibri" w:hAnsi="Calibri" w:cs="Calibri"/>
                <w:b/>
                <w:sz w:val="22"/>
                <w:szCs w:val="22"/>
              </w:rPr>
              <w:t>Expected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 date of approval by ECCG (</w:t>
            </w:r>
            <w:r w:rsidRPr="00E9693C">
              <w:rPr>
                <w:rFonts w:ascii="Calibri" w:eastAsia="Calibri" w:hAnsi="Calibri" w:cs="Calibri"/>
                <w:b/>
                <w:sz w:val="22"/>
                <w:szCs w:val="22"/>
              </w:rPr>
              <w:t>T-CAB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):                 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Start of P6 operations (provisionally on 0</w:t>
            </w:r>
            <w:r w:rsidRPr="00E9693C">
              <w:rPr>
                <w:rFonts w:ascii="Calibri" w:eastAsia="Calibri" w:hAnsi="Calibri" w:cs="Calibri"/>
                <w:sz w:val="22"/>
                <w:szCs w:val="22"/>
                <w:lang w:val="bg-BG"/>
              </w:rPr>
              <w:t>1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.0</w:t>
            </w:r>
            <w:r w:rsidRPr="00E9693C">
              <w:rPr>
                <w:rFonts w:ascii="Calibri" w:eastAsia="Calibri" w:hAnsi="Calibri" w:cs="Calibri"/>
                <w:sz w:val="22"/>
                <w:szCs w:val="22"/>
                <w:lang w:val="bg-BG"/>
              </w:rPr>
              <w:t>2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.202</w:t>
            </w:r>
            <w:r w:rsidRPr="00E9693C">
              <w:rPr>
                <w:rFonts w:ascii="Calibri" w:eastAsia="Calibri" w:hAnsi="Calibri" w:cs="Calibri"/>
                <w:sz w:val="22"/>
                <w:szCs w:val="22"/>
                <w:lang w:val="bg-BG"/>
              </w:rPr>
              <w:t>5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  <w:p w14:paraId="56F28773" w14:textId="6BA789D7" w:rsidR="00202E95" w:rsidRDefault="00202E95" w:rsidP="00202E95">
            <w:pPr>
              <w:pStyle w:val="paragraph"/>
              <w:spacing w:before="0" w:beforeAutospacing="0" w:after="0" w:afterAutospacing="0"/>
              <w:ind w:firstLine="72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314318AD" w14:textId="77777777" w:rsidR="00202E95" w:rsidRDefault="00202E95" w:rsidP="00202E95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712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Risk in case of non-implementation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4EDC3DB3" w14:textId="77777777" w:rsidR="00E35652" w:rsidRPr="0021221D" w:rsidRDefault="00E35652" w:rsidP="00E3565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21221D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N/A</w:t>
            </w:r>
          </w:p>
          <w:p w14:paraId="4E6B3472" w14:textId="77777777" w:rsidR="00202E95" w:rsidRDefault="00202E95" w:rsidP="00202E9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01C7E517" w14:textId="7526C897" w:rsidR="00202E95" w:rsidRPr="008009B0" w:rsidRDefault="00202E95" w:rsidP="00202E9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3267A642" w14:textId="72E9CCA2" w:rsidR="00074343" w:rsidRPr="00074343" w:rsidRDefault="00202E95" w:rsidP="000954C3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343">
              <w:rPr>
                <w:rFonts w:asciiTheme="minorHAnsi" w:hAnsiTheme="minorHAnsi" w:cstheme="minorHAnsi"/>
                <w:sz w:val="22"/>
                <w:szCs w:val="22"/>
              </w:rPr>
              <w:t xml:space="preserve">Common Domain: </w:t>
            </w:r>
            <w:r w:rsidR="00074343" w:rsidRPr="00074343">
              <w:rPr>
                <w:rFonts w:asciiTheme="minorHAnsi" w:hAnsiTheme="minorHAnsi" w:cstheme="minorHAnsi"/>
                <w:sz w:val="22"/>
                <w:szCs w:val="22"/>
              </w:rPr>
              <w:t>CD004D, CD009D, CD014D, CD117D, CDA70D, CDA71D</w:t>
            </w:r>
          </w:p>
          <w:p w14:paraId="37A4CB22" w14:textId="77777777" w:rsidR="00202E95" w:rsidRDefault="00202E95" w:rsidP="00202E9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48119FE2" w14:textId="77777777" w:rsidR="00202E95" w:rsidRPr="00AE06CE" w:rsidRDefault="00202E95" w:rsidP="00202E95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228F4C9B" w14:textId="25363852" w:rsidR="00202E95" w:rsidRDefault="00202E95" w:rsidP="000954C3">
            <w:pPr>
              <w:pStyle w:val="List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</w:t>
            </w:r>
            <w:r w:rsidR="00084D7F">
              <w:rPr>
                <w:rFonts w:asciiTheme="minorHAnsi" w:hAnsiTheme="minorHAnsi" w:cs="Arial"/>
                <w:sz w:val="22"/>
                <w:szCs w:val="22"/>
              </w:rPr>
              <w:t>0950</w:t>
            </w:r>
            <w:r w:rsidR="00720B8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20B81">
              <w:rPr>
                <w:rFonts w:asciiTheme="minorHAnsi" w:hAnsiTheme="minorHAnsi" w:cs="Arial"/>
              </w:rPr>
              <w:t>(new condition)</w:t>
            </w:r>
          </w:p>
          <w:p w14:paraId="2FBD2E85" w14:textId="77777777" w:rsidR="00534E60" w:rsidRDefault="00534E60" w:rsidP="00534E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1741C0B4" w14:textId="2FA8A31E" w:rsidR="00534E60" w:rsidRPr="00982D91" w:rsidRDefault="00534E60" w:rsidP="00534E6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720B8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508A849E" w14:textId="1CF58E03" w:rsidR="00534E60" w:rsidRPr="00C53313" w:rsidRDefault="00534E60" w:rsidP="000954C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C5331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DDNTA-6.3.0-v1.00 (Main Document): </w:t>
            </w:r>
            <w:r w:rsidR="008C7091" w:rsidRPr="00C5331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C5331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Pr="006F17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Pr="00C5331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6D0E8952" w14:textId="77777777" w:rsidR="00534E60" w:rsidRPr="00D16074" w:rsidRDefault="00534E60" w:rsidP="000954C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NCTS-P6 (FSS/BPM): 7.10.0: No.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61B70C84" w14:textId="1355CACE" w:rsidR="00534E60" w:rsidRPr="00D16074" w:rsidRDefault="00534E60" w:rsidP="000954C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CSE-v60.4.</w:t>
            </w:r>
            <w:r w:rsidR="000954C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 No.  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46681C5D" w14:textId="77777777" w:rsidR="00534E60" w:rsidRPr="00D16074" w:rsidRDefault="00534E60" w:rsidP="000954C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DDNTA-6.3.0-v1.00 (Appendices D, K, Q2, X):</w:t>
            </w:r>
            <w:r w:rsidRPr="00D16074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Yes.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  <w:t>   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</w:rPr>
              <w:t> </w:t>
            </w:r>
          </w:p>
          <w:p w14:paraId="2314F1A8" w14:textId="2DCE3EF3" w:rsidR="00534E60" w:rsidRPr="00D16074" w:rsidRDefault="00534E60" w:rsidP="000954C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01A4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NCTS-P6 DMP</w:t>
            </w:r>
            <w:r w:rsidR="000954C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-6.</w:t>
            </w:r>
            <w:r w:rsidRPr="00D01A4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0954C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</w:t>
            </w:r>
            <w:r w:rsidRPr="00D01A4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-v1.0</w:t>
            </w:r>
            <w:r w:rsidR="000954C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D01A4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Package: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Yes.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  <w:t>   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</w:rPr>
              <w:t> </w:t>
            </w:r>
          </w:p>
          <w:p w14:paraId="758773A6" w14:textId="5C51B8F5" w:rsidR="00534E60" w:rsidRPr="00D16074" w:rsidRDefault="00534E60" w:rsidP="000954C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CTP-6.</w:t>
            </w:r>
            <w:r w:rsidR="000954C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.0-v1.00: No.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686C9B4B" w14:textId="71A9AB77" w:rsidR="00534E60" w:rsidRPr="00D16074" w:rsidRDefault="00534E60" w:rsidP="000954C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FF40F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TRP-6.</w:t>
            </w:r>
            <w:r w:rsidR="000954C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FF40F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0954C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FF40F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FF40F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F17D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6F17D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298E6CFB" w14:textId="77777777" w:rsidR="00534E60" w:rsidRPr="00D16074" w:rsidRDefault="00534E60" w:rsidP="000954C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DDCOM-21-3.0-v1.00: No.    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57F79FC4" w14:textId="206F2113" w:rsidR="00534E60" w:rsidRPr="00D16074" w:rsidRDefault="00534E60" w:rsidP="000954C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r w:rsidR="000954C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/TED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0954C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="000954C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0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="000954C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0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.0: No.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51B90016" w14:textId="2E6836D9" w:rsidR="00534E60" w:rsidRPr="00D16074" w:rsidRDefault="009231C4" w:rsidP="000954C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9231C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ICS2-CR- CTS -1.1.0-v1.01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 No.</w:t>
            </w:r>
            <w:r w:rsidRPr="009231C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41453CAF" w14:textId="2C76CC91" w:rsidR="00534E60" w:rsidRPr="00C11A52" w:rsidRDefault="00534E60" w:rsidP="000954C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11A5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ICS2-CR-</w:t>
            </w:r>
            <w:r w:rsidR="009231C4" w:rsidRPr="009231C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CRP</w:t>
            </w:r>
            <w:r w:rsidRPr="00C11A5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-1.</w:t>
            </w:r>
            <w:r w:rsidR="000954C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C11A5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9231C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C11A5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C11A5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  <w:r w:rsidRPr="00C11A5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  </w:t>
            </w:r>
          </w:p>
          <w:p w14:paraId="33B0DBB5" w14:textId="77777777" w:rsidR="000954C3" w:rsidRPr="00C53313" w:rsidRDefault="000954C3" w:rsidP="000954C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53313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CS/MIS2_DATA: No.</w:t>
            </w:r>
            <w:r w:rsidRPr="00C53313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</w:rPr>
              <w:t> </w:t>
            </w:r>
          </w:p>
          <w:p w14:paraId="22E96EE5" w14:textId="77777777" w:rsidR="000954C3" w:rsidRPr="00C53313" w:rsidRDefault="000954C3" w:rsidP="000954C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53313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CS/RD2_DATA: No.</w:t>
            </w:r>
            <w:r w:rsidRPr="00C53313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</w:rPr>
              <w:t> </w:t>
            </w:r>
          </w:p>
          <w:p w14:paraId="4D5E4F00" w14:textId="01A6F144" w:rsidR="00D674FD" w:rsidRPr="00415DAD" w:rsidRDefault="000954C3" w:rsidP="00C5331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15DAD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s-ES"/>
              </w:rPr>
              <w:t xml:space="preserve">UCC IA/DA </w:t>
            </w:r>
            <w:proofErr w:type="spellStart"/>
            <w:r w:rsidRPr="00415DAD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s-ES"/>
              </w:rPr>
              <w:t>Annex</w:t>
            </w:r>
            <w:proofErr w:type="spellEnd"/>
            <w:r w:rsidRPr="00415DAD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s-ES"/>
              </w:rPr>
              <w:t xml:space="preserve"> B: No.</w:t>
            </w:r>
          </w:p>
        </w:tc>
      </w:tr>
    </w:tbl>
    <w:p w14:paraId="2A3EDEB5" w14:textId="77777777" w:rsidR="00483E6C" w:rsidRPr="00415DAD" w:rsidRDefault="00483E6C" w:rsidP="008E5D8A">
      <w:pPr>
        <w:rPr>
          <w:rFonts w:asciiTheme="minorHAnsi" w:hAnsiTheme="minorHAnsi" w:cs="Arial"/>
          <w:lang w:val="es-ES"/>
        </w:rPr>
      </w:pPr>
    </w:p>
    <w:p w14:paraId="51177159" w14:textId="77777777" w:rsidR="00202E95" w:rsidRDefault="00202E95" w:rsidP="00202E95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7030"/>
      </w:tblGrid>
      <w:tr w:rsidR="008E24F3" w:rsidRPr="00783D77" w14:paraId="412D250F" w14:textId="77777777" w:rsidTr="003F43BE">
        <w:trPr>
          <w:trHeight w:val="40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CB96" w14:textId="543AE954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t>CSE-v60.4.</w:t>
            </w:r>
            <w:r w:rsidR="000954C3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F176" w14:textId="77777777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Cosmetic   </w:t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2F243002" w14:textId="77777777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8E24F3" w:rsidRPr="00783D77" w14:paraId="6AC6689C" w14:textId="77777777" w:rsidTr="003F43BE">
              <w:tc>
                <w:tcPr>
                  <w:tcW w:w="6573" w:type="dxa"/>
                </w:tcPr>
                <w:p w14:paraId="1A528509" w14:textId="26978783" w:rsidR="008E24F3" w:rsidRPr="00783D77" w:rsidRDefault="008E24F3" w:rsidP="003F43BE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</w:t>
                  </w:r>
                  <w:r>
                    <w:rPr>
                      <w:rFonts w:asciiTheme="minorHAnsi" w:hAnsiTheme="minorHAnsi" w:cstheme="minorHAnsi"/>
                      <w:b/>
                    </w:rPr>
                    <w:t>ddition of DG “</w:t>
                  </w:r>
                  <w:r w:rsidR="005F6B7F">
                    <w:rPr>
                      <w:rFonts w:asciiTheme="minorHAnsi" w:hAnsiTheme="minorHAnsi" w:cstheme="minorHAnsi"/>
                      <w:b/>
                    </w:rPr>
                    <w:t>representative</w:t>
                  </w:r>
                  <w:r>
                    <w:rPr>
                      <w:rFonts w:asciiTheme="minorHAnsi" w:hAnsiTheme="minorHAnsi" w:cstheme="minorHAnsi"/>
                      <w:b/>
                    </w:rPr>
                    <w:t>” and addition of C0950 as</w:t>
                  </w:r>
                  <w:r w:rsidRPr="00783D7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defined in section 3.</w:t>
                  </w:r>
                </w:p>
              </w:tc>
            </w:tr>
          </w:tbl>
          <w:p w14:paraId="58A8074E" w14:textId="77777777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E24F3" w:rsidRPr="00783D77" w14:paraId="774B1AA9" w14:textId="77777777" w:rsidTr="003F43BE">
        <w:trPr>
          <w:trHeight w:val="40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9599" w14:textId="3457890A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lang w:val="fr-BE"/>
              </w:rPr>
              <w:t xml:space="preserve"> </w:t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DDNTA-6.</w:t>
            </w:r>
            <w:r w:rsidR="000954C3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3</w:t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.0-v1.0</w:t>
            </w:r>
            <w:r w:rsidR="000954C3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0</w:t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(Appendices)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1707" w14:textId="77777777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83D77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8E24F3" w:rsidRPr="00783D77" w14:paraId="6AFCED88" w14:textId="77777777" w:rsidTr="003F43BE">
              <w:tc>
                <w:tcPr>
                  <w:tcW w:w="6573" w:type="dxa"/>
                </w:tcPr>
                <w:p w14:paraId="1FE3388B" w14:textId="080DF27D" w:rsidR="008E24F3" w:rsidRPr="00783D77" w:rsidRDefault="008E24F3" w:rsidP="003F43BE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783D7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Appendices ‘D’, </w:t>
                  </w:r>
                  <w:r w:rsidR="00175B9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‘P’, </w:t>
                  </w:r>
                  <w:r w:rsidRPr="00783D7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‘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X</w:t>
                  </w:r>
                  <w:r w:rsidRPr="00783D7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’, ‘Q2’, ‘K’ shall be updated as defined in section 3.</w:t>
                  </w:r>
                </w:p>
              </w:tc>
            </w:tr>
          </w:tbl>
          <w:p w14:paraId="04316DBA" w14:textId="77777777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E24F3" w:rsidRPr="00783D77" w14:paraId="524A4E0B" w14:textId="77777777" w:rsidTr="003F43BE">
        <w:trPr>
          <w:trHeight w:val="40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B80A" w14:textId="010612A6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83D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 xml:space="preserve"> NCTS-P6 </w:t>
            </w:r>
            <w:r w:rsidRPr="00783D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DMP</w:t>
            </w:r>
            <w:r w:rsidR="000954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</w:t>
            </w:r>
            <w:r w:rsidRPr="00783D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0954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</w:t>
            </w:r>
            <w:r w:rsidRPr="00783D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</w:t>
            </w:r>
            <w:r w:rsidR="000954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783D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Package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07D0" w14:textId="77777777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Cosmetic   </w:t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45CF8889" w14:textId="77777777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8E24F3" w:rsidRPr="00783D77" w14:paraId="68608A39" w14:textId="77777777" w:rsidTr="003F43BE">
              <w:tc>
                <w:tcPr>
                  <w:tcW w:w="6573" w:type="dxa"/>
                </w:tcPr>
                <w:p w14:paraId="45B5BEAB" w14:textId="5826770B" w:rsidR="008E24F3" w:rsidRPr="00783D77" w:rsidRDefault="008E24F3" w:rsidP="003F43BE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783D7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New 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Condition </w:t>
                  </w:r>
                  <w:r w:rsidRPr="00783D7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added (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C0950</w:t>
                  </w:r>
                  <w:r w:rsidRPr="00783D7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) as described in section 3.</w:t>
                  </w:r>
                </w:p>
              </w:tc>
            </w:tr>
          </w:tbl>
          <w:p w14:paraId="5AA3A052" w14:textId="77777777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E24F3" w:rsidRPr="00783D77" w14:paraId="60C4D519" w14:textId="77777777" w:rsidTr="003F43BE">
        <w:trPr>
          <w:trHeight w:val="40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D730" w14:textId="023E57E0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BE"/>
              </w:rPr>
            </w:pPr>
            <w:r w:rsidRPr="00783D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Pr="00783D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TRP-6.</w:t>
            </w:r>
            <w:r w:rsidR="000954C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BE"/>
              </w:rPr>
              <w:t>2</w:t>
            </w:r>
            <w:r w:rsidRPr="00783D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783D7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BE"/>
              </w:rPr>
              <w:t>0</w:t>
            </w:r>
            <w:r w:rsidR="000954C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BE"/>
              </w:rPr>
              <w:t>-</w:t>
            </w:r>
            <w:r w:rsidRPr="00783D7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BE"/>
              </w:rPr>
              <w:t>v1.0</w:t>
            </w:r>
            <w:r w:rsidR="000954C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BE"/>
              </w:rPr>
              <w:t>1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0216" w14:textId="77777777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Cosmetic   </w:t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0A98E1EF" w14:textId="77777777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3D77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04"/>
            </w:tblGrid>
            <w:tr w:rsidR="008E24F3" w:rsidRPr="00783D77" w14:paraId="14A7C986" w14:textId="77777777" w:rsidTr="003F43BE">
              <w:tc>
                <w:tcPr>
                  <w:tcW w:w="6573" w:type="dxa"/>
                </w:tcPr>
                <w:p w14:paraId="26203C6E" w14:textId="77777777" w:rsidR="008E24F3" w:rsidRPr="00783D77" w:rsidRDefault="008E24F3" w:rsidP="003F43BE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</w:p>
                <w:tbl>
                  <w:tblPr>
                    <w:tblW w:w="6578" w:type="dxa"/>
                    <w:tblLook w:val="04A0" w:firstRow="1" w:lastRow="0" w:firstColumn="1" w:lastColumn="0" w:noHBand="0" w:noVBand="1"/>
                  </w:tblPr>
                  <w:tblGrid>
                    <w:gridCol w:w="2192"/>
                    <w:gridCol w:w="837"/>
                    <w:gridCol w:w="3549"/>
                  </w:tblGrid>
                  <w:tr w:rsidR="008E24F3" w:rsidRPr="00783D77" w14:paraId="1438EA94" w14:textId="77777777" w:rsidTr="003F43BE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DBB210D" w14:textId="77777777" w:rsidR="008E24F3" w:rsidRPr="00783D77" w:rsidRDefault="008E24F3" w:rsidP="003F43BE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783D77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Update TC (Partially Passed or Failed if NA not aligned):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EEFC870" w14:textId="77777777" w:rsidR="008E24F3" w:rsidRPr="00783D77" w:rsidRDefault="008E24F3" w:rsidP="003F43BE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783D77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None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FE94CEC" w14:textId="77777777" w:rsidR="008E24F3" w:rsidRPr="00783D77" w:rsidRDefault="008E24F3" w:rsidP="003F43BE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783D77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None</w:t>
                        </w:r>
                      </w:p>
                    </w:tc>
                  </w:tr>
                  <w:tr w:rsidR="008E24F3" w:rsidRPr="00783D77" w14:paraId="769B74FD" w14:textId="77777777" w:rsidTr="003F43BE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68BF85E" w14:textId="77777777" w:rsidR="008E24F3" w:rsidRPr="00783D77" w:rsidRDefault="008E24F3" w:rsidP="003F43BE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783D77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Deleted Test Cases: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2C42EBA" w14:textId="77777777" w:rsidR="008E24F3" w:rsidRPr="00783D77" w:rsidRDefault="008E24F3" w:rsidP="003F43BE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783D77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None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B4163B8" w14:textId="77777777" w:rsidR="008E24F3" w:rsidRPr="00783D77" w:rsidRDefault="008E24F3" w:rsidP="003F43BE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783D77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None</w:t>
                        </w:r>
                      </w:p>
                    </w:tc>
                  </w:tr>
                  <w:tr w:rsidR="008E24F3" w:rsidRPr="00783D77" w14:paraId="1914D9B3" w14:textId="77777777" w:rsidTr="003F43BE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4E4045F" w14:textId="77777777" w:rsidR="008E24F3" w:rsidRPr="00783D77" w:rsidRDefault="008E24F3" w:rsidP="003F43BE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783D77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lastRenderedPageBreak/>
                          <w:t>New Test Cases: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A889117" w14:textId="77777777" w:rsidR="008E24F3" w:rsidRPr="00783D77" w:rsidRDefault="008E24F3" w:rsidP="003F43BE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783D77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None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43324BA" w14:textId="370CD986" w:rsidR="008E24F3" w:rsidRPr="00783D77" w:rsidRDefault="00175B93" w:rsidP="003F43BE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New Test Cases for TED</w:t>
                        </w:r>
                      </w:p>
                    </w:tc>
                  </w:tr>
                  <w:tr w:rsidR="008E24F3" w:rsidRPr="00783D77" w14:paraId="719F38EF" w14:textId="77777777" w:rsidTr="003F43BE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FF0719B" w14:textId="77777777" w:rsidR="008E24F3" w:rsidRPr="00783D77" w:rsidRDefault="008E24F3" w:rsidP="003F43BE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783D77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Updated Drools: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6432F62" w14:textId="77777777" w:rsidR="008E24F3" w:rsidRPr="00783D77" w:rsidRDefault="008E24F3" w:rsidP="003F43BE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/>
                          </w:rPr>
                        </w:pPr>
                        <w:r w:rsidRPr="00783D77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/>
                          </w:rPr>
                          <w:t>Yes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A7DA7E7" w14:textId="0BBADA9C" w:rsidR="008E24F3" w:rsidRPr="00783D77" w:rsidRDefault="008E24F3" w:rsidP="003F43BE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D</w:t>
                        </w:r>
                        <w:r w:rsidRPr="00783D77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 xml:space="preserve">rools code </w:t>
                        </w: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 xml:space="preserve">will be updated for </w:t>
                        </w:r>
                        <w:r w:rsidR="005F6B7F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new C0950</w:t>
                        </w:r>
                      </w:p>
                    </w:tc>
                  </w:tr>
                  <w:tr w:rsidR="008E24F3" w:rsidRPr="00783D77" w14:paraId="5A019615" w14:textId="77777777" w:rsidTr="003F43BE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5817DF" w14:textId="77777777" w:rsidR="008E24F3" w:rsidRPr="00783D77" w:rsidRDefault="008E24F3" w:rsidP="003F43BE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783D77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Other: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29880FB" w14:textId="77777777" w:rsidR="008E24F3" w:rsidRPr="00783D77" w:rsidRDefault="008E24F3" w:rsidP="003F43BE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783D77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None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F98F526" w14:textId="77777777" w:rsidR="008E24F3" w:rsidRPr="00783D77" w:rsidRDefault="008E24F3" w:rsidP="003F43BE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783D77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None</w:t>
                        </w:r>
                      </w:p>
                    </w:tc>
                  </w:tr>
                </w:tbl>
                <w:p w14:paraId="09E79766" w14:textId="77777777" w:rsidR="008E24F3" w:rsidRPr="00783D77" w:rsidRDefault="008E24F3" w:rsidP="003F43BE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03EAC644" w14:textId="77777777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E24F3" w:rsidRPr="00783D77" w14:paraId="7B6A2833" w14:textId="77777777" w:rsidTr="003F43BE">
        <w:trPr>
          <w:trHeight w:val="40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00AE" w14:textId="2CBDF030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lang w:val="fr-B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ICS2-CR-CRP-1.</w:t>
            </w:r>
            <w:r w:rsidR="000954C3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.0</w:t>
            </w:r>
            <w:r w:rsidR="000954C3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-v1.00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019E" w14:textId="77777777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83D77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83D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83D77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8E24F3" w:rsidRPr="00783D77" w14:paraId="41454001" w14:textId="77777777" w:rsidTr="003F43BE">
              <w:tc>
                <w:tcPr>
                  <w:tcW w:w="6573" w:type="dxa"/>
                </w:tcPr>
                <w:p w14:paraId="4932E9EF" w14:textId="77777777" w:rsidR="008E24F3" w:rsidRPr="00783D77" w:rsidRDefault="008E24F3" w:rsidP="003F43BE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To be synchronised with the updated Drools.</w:t>
                  </w:r>
                </w:p>
              </w:tc>
            </w:tr>
          </w:tbl>
          <w:p w14:paraId="18B53976" w14:textId="77777777" w:rsidR="008E24F3" w:rsidRPr="00783D77" w:rsidRDefault="008E24F3" w:rsidP="003F43B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82DF7F4" w14:textId="77777777" w:rsidR="008E24F3" w:rsidRDefault="008E24F3" w:rsidP="00202E95">
      <w:pPr>
        <w:rPr>
          <w:rFonts w:asciiTheme="minorHAnsi" w:hAnsiTheme="minorHAnsi" w:cs="Arial"/>
          <w:b/>
          <w:sz w:val="28"/>
          <w:szCs w:val="28"/>
        </w:rPr>
      </w:pPr>
    </w:p>
    <w:p w14:paraId="0D3DAB9F" w14:textId="77777777" w:rsidR="00202E95" w:rsidRPr="00A32D3E" w:rsidRDefault="00202E95" w:rsidP="00202E95">
      <w:pPr>
        <w:rPr>
          <w:rFonts w:asciiTheme="minorHAnsi" w:hAnsiTheme="minorHAnsi" w:cs="Arial"/>
          <w:b/>
          <w:sz w:val="28"/>
          <w:szCs w:val="28"/>
        </w:rPr>
      </w:pPr>
      <w:r w:rsidRPr="00D56CA0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5"/>
      </w:tblGrid>
      <w:tr w:rsidR="00023D84" w:rsidRPr="006B1220" w14:paraId="77F12F15" w14:textId="77777777" w:rsidTr="00C53313">
        <w:trPr>
          <w:trHeight w:val="2016"/>
        </w:trPr>
        <w:tc>
          <w:tcPr>
            <w:tcW w:w="9625" w:type="dxa"/>
          </w:tcPr>
          <w:p w14:paraId="67E962FB" w14:textId="52C98434" w:rsidR="00023D84" w:rsidRDefault="00023D84" w:rsidP="000B4256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53313">
              <w:rPr>
                <w:rFonts w:asciiTheme="minorHAnsi" w:hAnsiTheme="minorHAnsi" w:cs="Arial"/>
                <w:bCs/>
                <w:sz w:val="22"/>
                <w:szCs w:val="22"/>
              </w:rPr>
              <w:t>None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100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7F872BFE" w14:textId="77777777" w:rsidR="00023D84" w:rsidRDefault="00023D84" w:rsidP="000B4256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023D84" w14:paraId="12F14160" w14:textId="77777777" w:rsidTr="000B4256">
              <w:trPr>
                <w:trHeight w:val="1105"/>
              </w:trPr>
              <w:tc>
                <w:tcPr>
                  <w:tcW w:w="6573" w:type="dxa"/>
                </w:tcPr>
                <w:p w14:paraId="5076FAF5" w14:textId="17E1AF5C" w:rsidR="00023D84" w:rsidRPr="00C53313" w:rsidRDefault="00023D84" w:rsidP="000B4256">
                  <w:pPr>
                    <w:spacing w:before="120"/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C53313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Opt-Out :</w:t>
                  </w:r>
                  <w:r w:rsidRPr="00C53313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no </w:t>
                  </w:r>
                </w:p>
                <w:p w14:paraId="1CFC0172" w14:textId="55602ECF" w:rsidR="00023D84" w:rsidRPr="00023D84" w:rsidRDefault="00023D84" w:rsidP="000B4256">
                  <w:pPr>
                    <w:spacing w:before="120"/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C53313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Opt-In :</w:t>
                  </w:r>
                  <w:r w:rsidRPr="00023D84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yes</w:t>
                  </w:r>
                </w:p>
                <w:p w14:paraId="2F667CDF" w14:textId="06D6C9B1" w:rsidR="00023D84" w:rsidRPr="00023D84" w:rsidRDefault="00023D84" w:rsidP="000B4256">
                  <w:pPr>
                    <w:spacing w:before="120"/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C53313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Impact to Traders:</w:t>
                  </w:r>
                  <w:r w:rsidRPr="00023D84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no</w:t>
                  </w:r>
                </w:p>
                <w:p w14:paraId="7FAFB64A" w14:textId="673228C5" w:rsidR="00023D84" w:rsidRPr="001D4117" w:rsidRDefault="00023D84" w:rsidP="00C11A52">
                  <w:pPr>
                    <w:spacing w:before="120"/>
                    <w:rPr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4C65C987" w14:textId="77777777" w:rsidR="00023D84" w:rsidRPr="00B62BD3" w:rsidRDefault="00023D84" w:rsidP="000B425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AA8402C" w14:textId="77777777" w:rsidR="00202E95" w:rsidRPr="00074158" w:rsidRDefault="00202E95" w:rsidP="00202E95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202E95" w:rsidRPr="00074158" w14:paraId="1CC0D658" w14:textId="77777777" w:rsidTr="000B4256">
        <w:tc>
          <w:tcPr>
            <w:tcW w:w="9605" w:type="dxa"/>
            <w:gridSpan w:val="4"/>
            <w:shd w:val="clear" w:color="auto" w:fill="D9D9D9" w:themeFill="background1" w:themeFillShade="D9"/>
          </w:tcPr>
          <w:p w14:paraId="23B2C874" w14:textId="77777777" w:rsidR="00202E95" w:rsidRPr="00074158" w:rsidRDefault="00202E95" w:rsidP="000B4256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202E95" w:rsidRPr="00074158" w14:paraId="5A478738" w14:textId="77777777" w:rsidTr="000B4256">
        <w:trPr>
          <w:trHeight w:val="284"/>
        </w:trPr>
        <w:tc>
          <w:tcPr>
            <w:tcW w:w="1049" w:type="dxa"/>
          </w:tcPr>
          <w:p w14:paraId="2CEBBD65" w14:textId="77777777" w:rsidR="00202E95" w:rsidRPr="00074158" w:rsidRDefault="00202E95" w:rsidP="000B4256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6ACD93D8" w14:textId="77777777" w:rsidR="00202E95" w:rsidRPr="00074158" w:rsidRDefault="00202E95" w:rsidP="000B4256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6BADC299" w14:textId="77777777" w:rsidR="00202E95" w:rsidRPr="00074158" w:rsidRDefault="00202E95" w:rsidP="000B4256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40F4E9D" w14:textId="77777777" w:rsidR="00202E95" w:rsidRPr="00074158" w:rsidRDefault="00202E95" w:rsidP="000B4256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202E95" w:rsidRPr="00074158" w14:paraId="6A3E89E2" w14:textId="77777777" w:rsidTr="000B4256">
        <w:trPr>
          <w:trHeight w:val="284"/>
        </w:trPr>
        <w:tc>
          <w:tcPr>
            <w:tcW w:w="1049" w:type="dxa"/>
          </w:tcPr>
          <w:p w14:paraId="051B534D" w14:textId="77777777" w:rsidR="00202E95" w:rsidRPr="006B1220" w:rsidRDefault="00202E95" w:rsidP="000B425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0457704B" w14:textId="77777777" w:rsidR="00202E95" w:rsidRPr="006B1220" w:rsidRDefault="00202E95" w:rsidP="000B425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297B8D04" w14:textId="73A6AF7D" w:rsidR="00202E95" w:rsidRDefault="008B35B5" w:rsidP="000B425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1</w:t>
            </w:r>
            <w:r w:rsidR="00025936">
              <w:rPr>
                <w:rFonts w:asciiTheme="minorHAnsi" w:hAnsiTheme="minorHAnsi" w:cs="Arial"/>
                <w:sz w:val="22"/>
                <w:szCs w:val="22"/>
                <w:lang w:val="en-US"/>
              </w:rPr>
              <w:t>2</w:t>
            </w:r>
            <w:r w:rsidR="00202E95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0</w:t>
            </w:r>
            <w:r w:rsidR="00025936">
              <w:rPr>
                <w:rFonts w:asciiTheme="minorHAnsi" w:hAnsiTheme="minorHAnsi" w:cs="Arial"/>
                <w:sz w:val="22"/>
                <w:szCs w:val="22"/>
                <w:lang w:val="en-US"/>
              </w:rPr>
              <w:t>3</w:t>
            </w:r>
            <w:r w:rsidR="00202E95">
              <w:rPr>
                <w:rFonts w:asciiTheme="minorHAnsi" w:hAnsiTheme="minorHAnsi" w:cs="Arial"/>
                <w:sz w:val="22"/>
                <w:szCs w:val="22"/>
              </w:rPr>
              <w:t>/202</w:t>
            </w: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4</w:t>
            </w:r>
          </w:p>
        </w:tc>
        <w:tc>
          <w:tcPr>
            <w:tcW w:w="4756" w:type="dxa"/>
          </w:tcPr>
          <w:p w14:paraId="03DDACE5" w14:textId="77777777" w:rsidR="00202E95" w:rsidRPr="006B1220" w:rsidRDefault="00202E95" w:rsidP="000B4256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SOFTDEV</w:t>
            </w:r>
          </w:p>
        </w:tc>
      </w:tr>
      <w:tr w:rsidR="00720B81" w:rsidRPr="00074158" w14:paraId="411FF26A" w14:textId="77777777" w:rsidTr="000B4256">
        <w:trPr>
          <w:trHeight w:val="284"/>
        </w:trPr>
        <w:tc>
          <w:tcPr>
            <w:tcW w:w="1049" w:type="dxa"/>
          </w:tcPr>
          <w:p w14:paraId="1065CB17" w14:textId="7221FB4B" w:rsidR="00720B81" w:rsidRPr="006B1220" w:rsidRDefault="00720B81" w:rsidP="00720B8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122" w:type="dxa"/>
          </w:tcPr>
          <w:p w14:paraId="2C2CDB77" w14:textId="20FC256A" w:rsidR="00720B81" w:rsidRPr="006B1220" w:rsidRDefault="00720B81" w:rsidP="00720B8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678" w:type="dxa"/>
          </w:tcPr>
          <w:p w14:paraId="4FEC4137" w14:textId="6FC4E604" w:rsidR="00720B81" w:rsidRDefault="00720B81" w:rsidP="00720B8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20/06/2024</w:t>
            </w:r>
          </w:p>
        </w:tc>
        <w:tc>
          <w:tcPr>
            <w:tcW w:w="4756" w:type="dxa"/>
          </w:tcPr>
          <w:p w14:paraId="358EC4C8" w14:textId="5BB1DB12" w:rsidR="00720B81" w:rsidRDefault="00720B81" w:rsidP="00720B81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Comment by DG TAXUD IT (</w:t>
            </w:r>
            <w:proofErr w:type="spellStart"/>
            <w:r>
              <w:rPr>
                <w:rFonts w:asciiTheme="minorHAnsi" w:hAnsiTheme="minorHAnsi" w:cs="Arial"/>
                <w:i/>
                <w:sz w:val="22"/>
                <w:szCs w:val="22"/>
              </w:rPr>
              <w:t>tds</w:t>
            </w:r>
            <w:proofErr w:type="spellEnd"/>
            <w:r>
              <w:rPr>
                <w:rFonts w:asciiTheme="minorHAnsi" w:hAnsiTheme="minorHAnsi" w:cs="Arial"/>
                <w:i/>
                <w:sz w:val="22"/>
                <w:szCs w:val="22"/>
              </w:rPr>
              <w:t>) with TC.</w:t>
            </w:r>
          </w:p>
        </w:tc>
      </w:tr>
      <w:tr w:rsidR="00E97107" w:rsidRPr="00074158" w14:paraId="05F93F1A" w14:textId="77777777" w:rsidTr="00D428F9">
        <w:trPr>
          <w:trHeight w:val="284"/>
        </w:trPr>
        <w:tc>
          <w:tcPr>
            <w:tcW w:w="1049" w:type="dxa"/>
          </w:tcPr>
          <w:p w14:paraId="6196A2CB" w14:textId="77777777" w:rsidR="00E97107" w:rsidRPr="00C53313" w:rsidRDefault="00E97107" w:rsidP="00D428F9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v0.20</w:t>
            </w:r>
          </w:p>
        </w:tc>
        <w:tc>
          <w:tcPr>
            <w:tcW w:w="2122" w:type="dxa"/>
          </w:tcPr>
          <w:p w14:paraId="6AF03F34" w14:textId="77777777" w:rsidR="00E97107" w:rsidRDefault="00E97107" w:rsidP="00D428F9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0E790C">
              <w:rPr>
                <w:rFonts w:asciiTheme="minorHAnsi" w:hAnsiTheme="minorHAnsi" w:cs="Arial"/>
                <w:sz w:val="22"/>
                <w:szCs w:val="22"/>
              </w:rPr>
              <w:t>SfR to TAXUD</w:t>
            </w:r>
          </w:p>
        </w:tc>
        <w:tc>
          <w:tcPr>
            <w:tcW w:w="1678" w:type="dxa"/>
          </w:tcPr>
          <w:p w14:paraId="1DB59897" w14:textId="77777777" w:rsidR="00E97107" w:rsidRDefault="00E97107" w:rsidP="00D428F9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26/06/2024</w:t>
            </w:r>
          </w:p>
        </w:tc>
        <w:tc>
          <w:tcPr>
            <w:tcW w:w="4756" w:type="dxa"/>
          </w:tcPr>
          <w:p w14:paraId="5AABA581" w14:textId="77777777" w:rsidR="00E97107" w:rsidRDefault="00E97107" w:rsidP="00D428F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0E790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Version implementing DG TAXUD’s comments</w:t>
            </w:r>
          </w:p>
        </w:tc>
      </w:tr>
      <w:tr w:rsidR="00E97107" w:rsidRPr="00074158" w14:paraId="17FE0072" w14:textId="77777777" w:rsidTr="00D428F9">
        <w:trPr>
          <w:trHeight w:val="284"/>
        </w:trPr>
        <w:tc>
          <w:tcPr>
            <w:tcW w:w="1049" w:type="dxa"/>
          </w:tcPr>
          <w:p w14:paraId="45F677E0" w14:textId="07EF670B" w:rsidR="00E97107" w:rsidRPr="00C53313" w:rsidRDefault="009F50F4" w:rsidP="00D428F9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</w:t>
            </w:r>
            <w:r w:rsidR="00E97107"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00</w:t>
            </w:r>
          </w:p>
        </w:tc>
        <w:tc>
          <w:tcPr>
            <w:tcW w:w="2122" w:type="dxa"/>
          </w:tcPr>
          <w:p w14:paraId="1B61A564" w14:textId="63156D0F" w:rsidR="00E97107" w:rsidRDefault="00E97107" w:rsidP="00D428F9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0E790C">
              <w:rPr>
                <w:rFonts w:asciiTheme="minorHAnsi" w:hAnsiTheme="minorHAnsi" w:cs="Arial"/>
                <w:sz w:val="22"/>
                <w:szCs w:val="22"/>
              </w:rPr>
              <w:t>Sf</w:t>
            </w:r>
            <w:r w:rsidR="009F50F4">
              <w:rPr>
                <w:rFonts w:asciiTheme="minorHAnsi" w:hAnsiTheme="minorHAnsi" w:cs="Arial"/>
                <w:sz w:val="22"/>
                <w:szCs w:val="22"/>
              </w:rPr>
              <w:t>A</w:t>
            </w:r>
            <w:r w:rsidRPr="000E790C">
              <w:rPr>
                <w:rFonts w:asciiTheme="minorHAnsi" w:hAnsiTheme="minorHAnsi" w:cs="Arial"/>
                <w:sz w:val="22"/>
                <w:szCs w:val="22"/>
              </w:rPr>
              <w:t xml:space="preserve"> to TAXUD</w:t>
            </w:r>
          </w:p>
        </w:tc>
        <w:tc>
          <w:tcPr>
            <w:tcW w:w="1678" w:type="dxa"/>
          </w:tcPr>
          <w:p w14:paraId="0C12BF14" w14:textId="3EEF8C98" w:rsidR="00E97107" w:rsidRDefault="00E97107" w:rsidP="00D428F9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15/07/2024</w:t>
            </w:r>
          </w:p>
        </w:tc>
        <w:tc>
          <w:tcPr>
            <w:tcW w:w="4756" w:type="dxa"/>
          </w:tcPr>
          <w:p w14:paraId="46391C43" w14:textId="6C115AC3" w:rsidR="00E97107" w:rsidRDefault="00E97107" w:rsidP="00D428F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Final Version implementing DG TAXUD’s comments</w:t>
            </w:r>
          </w:p>
        </w:tc>
      </w:tr>
      <w:tr w:rsidR="00004215" w:rsidRPr="00074158" w14:paraId="6803D920" w14:textId="77777777" w:rsidTr="00D428F9">
        <w:trPr>
          <w:trHeight w:val="284"/>
        </w:trPr>
        <w:tc>
          <w:tcPr>
            <w:tcW w:w="1049" w:type="dxa"/>
          </w:tcPr>
          <w:p w14:paraId="7AD06FF6" w14:textId="40E321B7" w:rsidR="00004215" w:rsidRDefault="00004215" w:rsidP="00D428F9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v1.10</w:t>
            </w:r>
          </w:p>
        </w:tc>
        <w:tc>
          <w:tcPr>
            <w:tcW w:w="2122" w:type="dxa"/>
          </w:tcPr>
          <w:p w14:paraId="29641CDD" w14:textId="386F4B5D" w:rsidR="00004215" w:rsidRPr="000B2FA7" w:rsidRDefault="0089088E" w:rsidP="00D428F9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SfA to TAXUD</w:t>
            </w:r>
          </w:p>
        </w:tc>
        <w:tc>
          <w:tcPr>
            <w:tcW w:w="1678" w:type="dxa"/>
          </w:tcPr>
          <w:p w14:paraId="00B424BA" w14:textId="38EB6877" w:rsidR="00004215" w:rsidRPr="000B2FA7" w:rsidRDefault="0089088E" w:rsidP="00D428F9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l-GR"/>
              </w:rPr>
              <w:t>25/07/2024</w:t>
            </w:r>
          </w:p>
        </w:tc>
        <w:tc>
          <w:tcPr>
            <w:tcW w:w="4756" w:type="dxa"/>
          </w:tcPr>
          <w:p w14:paraId="19F1B044" w14:textId="1FCA6DF7" w:rsidR="00004215" w:rsidRPr="000B2FA7" w:rsidRDefault="0089088E" w:rsidP="00D428F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</w:pPr>
            <w:r w:rsidRPr="0089088E">
              <w:rPr>
                <w:rFonts w:asciiTheme="minorHAnsi" w:hAnsiTheme="minorHAnsi" w:cs="Arial"/>
                <w:i/>
                <w:sz w:val="22"/>
                <w:szCs w:val="22"/>
              </w:rPr>
              <w:t>Extra updates due to DDNTA 6.4.0-v1.00 implementation</w:t>
            </w:r>
          </w:p>
        </w:tc>
      </w:tr>
      <w:tr w:rsidR="006818B1" w:rsidRPr="00074158" w14:paraId="048FF332" w14:textId="77777777" w:rsidTr="00D428F9">
        <w:trPr>
          <w:trHeight w:val="284"/>
        </w:trPr>
        <w:tc>
          <w:tcPr>
            <w:tcW w:w="1049" w:type="dxa"/>
          </w:tcPr>
          <w:p w14:paraId="796C2043" w14:textId="264837E1" w:rsidR="006818B1" w:rsidRDefault="006818B1" w:rsidP="006818B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</w:p>
        </w:tc>
        <w:tc>
          <w:tcPr>
            <w:tcW w:w="2122" w:type="dxa"/>
          </w:tcPr>
          <w:p w14:paraId="441EAD2A" w14:textId="63533C7E" w:rsidR="006818B1" w:rsidRDefault="006818B1" w:rsidP="006818B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</w:p>
        </w:tc>
        <w:tc>
          <w:tcPr>
            <w:tcW w:w="1678" w:type="dxa"/>
          </w:tcPr>
          <w:p w14:paraId="67E603CA" w14:textId="0B4492C8" w:rsidR="006818B1" w:rsidRDefault="006818B1" w:rsidP="006818B1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4756" w:type="dxa"/>
          </w:tcPr>
          <w:p w14:paraId="7E2C4CEC" w14:textId="60BFB070" w:rsidR="006818B1" w:rsidRPr="0089088E" w:rsidRDefault="006818B1" w:rsidP="006818B1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Watermark and Document history (status) updated for info _ Part of RFC-List.42 _ Included in DDNTA-6.4.0-v2.00.</w:t>
            </w:r>
          </w:p>
        </w:tc>
      </w:tr>
    </w:tbl>
    <w:p w14:paraId="7C3C81E2" w14:textId="77777777" w:rsidR="00202E95" w:rsidRPr="00074158" w:rsidRDefault="00202E95" w:rsidP="00202E95">
      <w:pPr>
        <w:rPr>
          <w:rFonts w:asciiTheme="minorHAnsi" w:hAnsiTheme="minorHAnsi" w:cs="Calibri"/>
        </w:rPr>
      </w:pPr>
    </w:p>
    <w:p w14:paraId="52CF4E37" w14:textId="77777777" w:rsidR="00202E95" w:rsidRDefault="00202E95" w:rsidP="008E5D8A">
      <w:pPr>
        <w:rPr>
          <w:rFonts w:asciiTheme="minorHAnsi" w:hAnsiTheme="minorHAnsi" w:cs="Arial"/>
        </w:rPr>
      </w:pPr>
    </w:p>
    <w:p w14:paraId="56212864" w14:textId="77777777" w:rsidR="00202E95" w:rsidRPr="00A41143" w:rsidRDefault="00202E95" w:rsidP="008E5D8A">
      <w:pPr>
        <w:rPr>
          <w:rFonts w:asciiTheme="minorHAnsi" w:hAnsiTheme="minorHAnsi" w:cs="Arial"/>
        </w:rPr>
      </w:pPr>
    </w:p>
    <w:p w14:paraId="72EA20A1" w14:textId="659241F2" w:rsidR="00202E95" w:rsidRPr="00A32D3E" w:rsidRDefault="00202E95" w:rsidP="008E5D8A">
      <w:pPr>
        <w:rPr>
          <w:rFonts w:asciiTheme="minorHAnsi" w:hAnsiTheme="minorHAnsi" w:cs="Arial"/>
          <w:b/>
          <w:sz w:val="28"/>
          <w:szCs w:val="28"/>
        </w:rPr>
      </w:pPr>
    </w:p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5EFC6A36" w14:textId="77777777" w:rsidR="008E5D8A" w:rsidRDefault="008E5D8A" w:rsidP="008E5D8A">
      <w:pPr>
        <w:rPr>
          <w:rFonts w:asciiTheme="minorHAnsi" w:hAnsiTheme="minorHAnsi" w:cs="Calibri"/>
        </w:rPr>
      </w:pPr>
    </w:p>
    <w:p w14:paraId="094ED220" w14:textId="77777777" w:rsidR="00202E95" w:rsidRPr="00074158" w:rsidRDefault="00202E95" w:rsidP="008E5D8A">
      <w:pPr>
        <w:rPr>
          <w:rFonts w:asciiTheme="minorHAnsi" w:hAnsiTheme="minorHAnsi" w:cs="Calibri"/>
        </w:rPr>
      </w:pPr>
    </w:p>
    <w:sectPr w:rsidR="00202E95" w:rsidRPr="00074158" w:rsidSect="003E0CFB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51AA2" w14:textId="77777777" w:rsidR="006818B1" w:rsidRDefault="006818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4"/>
      <w:gridCol w:w="1460"/>
    </w:tblGrid>
    <w:tr w:rsidR="00DB637F" w:rsidRPr="00C80B22" w14:paraId="0253C7CC" w14:textId="77777777" w:rsidTr="00C80B22">
      <w:tc>
        <w:tcPr>
          <w:tcW w:w="8188" w:type="dxa"/>
        </w:tcPr>
        <w:p w14:paraId="725FBF4A" w14:textId="714D927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581008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</w:t>
          </w:r>
          <w:r w:rsidR="00581008" w:rsidRPr="00581008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0301</w:t>
          </w:r>
          <w:r w:rsidR="00581008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581008" w:rsidRPr="00581008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IAR-UCCNCTSP6-158</w:t>
          </w:r>
          <w:r w:rsidR="00581008">
            <w:rPr>
              <w:rFonts w:ascii="Arial" w:hAnsi="Arial" w:cs="Arial"/>
              <w:noProof/>
              <w:sz w:val="18"/>
              <w:szCs w:val="22"/>
              <w:lang w:eastAsia="en-US"/>
            </w:rPr>
            <w:t>(SfA-NPM+IMPL)-v1.11.docx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6" w:name="_Ref175030069"/>
          <w:bookmarkStart w:id="7" w:name="_Toc176256264"/>
          <w:bookmarkStart w:id="8" w:name="_Toc268771938"/>
          <w:bookmarkStart w:id="9" w:name="_Ref175030083"/>
        </w:p>
      </w:tc>
    </w:tr>
  </w:tbl>
  <w:bookmarkEnd w:id="6"/>
  <w:bookmarkEnd w:id="7"/>
  <w:bookmarkEnd w:id="8"/>
  <w:bookmarkEnd w:id="9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1F59B" w14:textId="2F2EB17E" w:rsidR="00CB2908" w:rsidRDefault="00581008">
    <w:pPr>
      <w:pStyle w:val="Header"/>
    </w:pPr>
    <w:r>
      <w:rPr>
        <w:noProof/>
      </w:rPr>
      <w:pict w14:anchorId="181315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112672" o:spid="_x0000_s357378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44CE3832" w:rsidR="00DB637F" w:rsidRDefault="00581008" w:rsidP="00C80B22">
    <w:pPr>
      <w:pStyle w:val="Header"/>
      <w:jc w:val="both"/>
    </w:pPr>
    <w:r>
      <w:rPr>
        <w:noProof/>
      </w:rPr>
      <w:pict w14:anchorId="576124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112673" o:spid="_x0000_s357379" type="#_x0000_t136" style="position:absolute;left:0;text-align:left;margin-left:0;margin-top:0;width:10in;height:84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67514DB3" w:rsidR="00DB637F" w:rsidRPr="00C80B22" w:rsidRDefault="00581008" w:rsidP="00871EB2">
    <w:pPr>
      <w:pStyle w:val="Header"/>
    </w:pPr>
    <w:r>
      <w:rPr>
        <w:noProof/>
      </w:rPr>
      <w:pict w14:anchorId="30F5F8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112671" o:spid="_x0000_s357377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8B9"/>
    <w:multiLevelType w:val="hybridMultilevel"/>
    <w:tmpl w:val="869A55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54816"/>
    <w:multiLevelType w:val="hybridMultilevel"/>
    <w:tmpl w:val="B178BE74"/>
    <w:lvl w:ilvl="0" w:tplc="197647D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743D7A"/>
    <w:multiLevelType w:val="hybridMultilevel"/>
    <w:tmpl w:val="80F003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D87E0F"/>
    <w:multiLevelType w:val="hybridMultilevel"/>
    <w:tmpl w:val="B856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3F50"/>
    <w:multiLevelType w:val="multilevel"/>
    <w:tmpl w:val="33AE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DB180A"/>
    <w:multiLevelType w:val="hybridMultilevel"/>
    <w:tmpl w:val="A4C808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8E0B36"/>
    <w:multiLevelType w:val="hybridMultilevel"/>
    <w:tmpl w:val="84F2B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F56AA0"/>
    <w:multiLevelType w:val="hybridMultilevel"/>
    <w:tmpl w:val="CC80F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24273"/>
    <w:multiLevelType w:val="multilevel"/>
    <w:tmpl w:val="10C25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8306399"/>
    <w:multiLevelType w:val="multilevel"/>
    <w:tmpl w:val="7634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A9330D"/>
    <w:multiLevelType w:val="hybridMultilevel"/>
    <w:tmpl w:val="33768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C5CDE"/>
    <w:multiLevelType w:val="multilevel"/>
    <w:tmpl w:val="E56AB2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2B6C1D"/>
    <w:multiLevelType w:val="hybridMultilevel"/>
    <w:tmpl w:val="EA1838BC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EF90CEC"/>
    <w:multiLevelType w:val="hybridMultilevel"/>
    <w:tmpl w:val="8EF25F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7563922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B202B"/>
    <w:multiLevelType w:val="hybridMultilevel"/>
    <w:tmpl w:val="338A8B5C"/>
    <w:lvl w:ilvl="0" w:tplc="2B967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4B7FA5"/>
    <w:multiLevelType w:val="hybridMultilevel"/>
    <w:tmpl w:val="3FDA1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B32466"/>
    <w:multiLevelType w:val="hybridMultilevel"/>
    <w:tmpl w:val="CCBCD65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8FA36A9"/>
    <w:multiLevelType w:val="multilevel"/>
    <w:tmpl w:val="1F1AA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94C7AB8"/>
    <w:multiLevelType w:val="hybridMultilevel"/>
    <w:tmpl w:val="9E3E60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FB44928"/>
    <w:multiLevelType w:val="hybridMultilevel"/>
    <w:tmpl w:val="E7DEBC52"/>
    <w:lvl w:ilvl="0" w:tplc="0C464BC8">
      <w:start w:val="1"/>
      <w:numFmt w:val="bullet"/>
      <w:pStyle w:val="Link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870C82"/>
    <w:multiLevelType w:val="hybridMultilevel"/>
    <w:tmpl w:val="6FF6BDF0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0E0277"/>
    <w:multiLevelType w:val="hybridMultilevel"/>
    <w:tmpl w:val="2A1CD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A579B4"/>
    <w:multiLevelType w:val="hybridMultilevel"/>
    <w:tmpl w:val="8DA6B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978AF"/>
    <w:multiLevelType w:val="hybridMultilevel"/>
    <w:tmpl w:val="5EA696DA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F2000"/>
    <w:multiLevelType w:val="hybridMultilevel"/>
    <w:tmpl w:val="9634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3870124">
    <w:abstractNumId w:val="6"/>
  </w:num>
  <w:num w:numId="2" w16cid:durableId="1805736514">
    <w:abstractNumId w:val="25"/>
  </w:num>
  <w:num w:numId="3" w16cid:durableId="1121726666">
    <w:abstractNumId w:val="17"/>
  </w:num>
  <w:num w:numId="4" w16cid:durableId="1176574956">
    <w:abstractNumId w:val="2"/>
  </w:num>
  <w:num w:numId="5" w16cid:durableId="1570112406">
    <w:abstractNumId w:val="23"/>
  </w:num>
  <w:num w:numId="6" w16cid:durableId="975718056">
    <w:abstractNumId w:val="10"/>
  </w:num>
  <w:num w:numId="7" w16cid:durableId="254749963">
    <w:abstractNumId w:val="11"/>
  </w:num>
  <w:num w:numId="8" w16cid:durableId="657273300">
    <w:abstractNumId w:val="19"/>
  </w:num>
  <w:num w:numId="9" w16cid:durableId="1987321266">
    <w:abstractNumId w:val="4"/>
  </w:num>
  <w:num w:numId="10" w16cid:durableId="1281303995">
    <w:abstractNumId w:val="9"/>
  </w:num>
  <w:num w:numId="11" w16cid:durableId="898513085">
    <w:abstractNumId w:val="0"/>
  </w:num>
  <w:num w:numId="12" w16cid:durableId="1597639732">
    <w:abstractNumId w:val="13"/>
  </w:num>
  <w:num w:numId="13" w16cid:durableId="1895658397">
    <w:abstractNumId w:val="22"/>
  </w:num>
  <w:num w:numId="14" w16cid:durableId="1168133917">
    <w:abstractNumId w:val="16"/>
  </w:num>
  <w:num w:numId="15" w16cid:durableId="1940135768">
    <w:abstractNumId w:val="12"/>
  </w:num>
  <w:num w:numId="16" w16cid:durableId="1928342837">
    <w:abstractNumId w:val="1"/>
  </w:num>
  <w:num w:numId="17" w16cid:durableId="422410632">
    <w:abstractNumId w:val="7"/>
  </w:num>
  <w:num w:numId="18" w16cid:durableId="1600093349">
    <w:abstractNumId w:val="14"/>
  </w:num>
  <w:num w:numId="19" w16cid:durableId="270937969">
    <w:abstractNumId w:val="20"/>
  </w:num>
  <w:num w:numId="20" w16cid:durableId="866455485">
    <w:abstractNumId w:val="18"/>
  </w:num>
  <w:num w:numId="21" w16cid:durableId="2052027695">
    <w:abstractNumId w:val="24"/>
  </w:num>
  <w:num w:numId="22" w16cid:durableId="1030104873">
    <w:abstractNumId w:val="21"/>
  </w:num>
  <w:num w:numId="23" w16cid:durableId="997805101">
    <w:abstractNumId w:val="3"/>
  </w:num>
  <w:num w:numId="24" w16cid:durableId="242953331">
    <w:abstractNumId w:val="5"/>
  </w:num>
  <w:num w:numId="25" w16cid:durableId="189073627">
    <w:abstractNumId w:val="15"/>
  </w:num>
  <w:num w:numId="26" w16cid:durableId="40981054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357380"/>
    <o:shapelayout v:ext="edit">
      <o:idmap v:ext="edit" data="34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1077"/>
    <w:rsid w:val="000034AE"/>
    <w:rsid w:val="00004215"/>
    <w:rsid w:val="00004E4A"/>
    <w:rsid w:val="00005180"/>
    <w:rsid w:val="00005DF0"/>
    <w:rsid w:val="000108AF"/>
    <w:rsid w:val="000133C5"/>
    <w:rsid w:val="00014658"/>
    <w:rsid w:val="00015C08"/>
    <w:rsid w:val="00016623"/>
    <w:rsid w:val="00017783"/>
    <w:rsid w:val="000214A2"/>
    <w:rsid w:val="000214B7"/>
    <w:rsid w:val="00021ED9"/>
    <w:rsid w:val="00023D84"/>
    <w:rsid w:val="00025936"/>
    <w:rsid w:val="000328CF"/>
    <w:rsid w:val="0003486D"/>
    <w:rsid w:val="0003513C"/>
    <w:rsid w:val="00035641"/>
    <w:rsid w:val="00035A5A"/>
    <w:rsid w:val="0003657A"/>
    <w:rsid w:val="00041C6D"/>
    <w:rsid w:val="000430CD"/>
    <w:rsid w:val="000433B1"/>
    <w:rsid w:val="00043692"/>
    <w:rsid w:val="000439C2"/>
    <w:rsid w:val="00043BD4"/>
    <w:rsid w:val="000440A7"/>
    <w:rsid w:val="00045E25"/>
    <w:rsid w:val="000469A9"/>
    <w:rsid w:val="0004792F"/>
    <w:rsid w:val="00051389"/>
    <w:rsid w:val="0005157A"/>
    <w:rsid w:val="00051AA6"/>
    <w:rsid w:val="00051EC3"/>
    <w:rsid w:val="000525B1"/>
    <w:rsid w:val="00054836"/>
    <w:rsid w:val="00055B1D"/>
    <w:rsid w:val="0005674B"/>
    <w:rsid w:val="0005709F"/>
    <w:rsid w:val="00057E8A"/>
    <w:rsid w:val="00061A20"/>
    <w:rsid w:val="00061B7C"/>
    <w:rsid w:val="0006231B"/>
    <w:rsid w:val="00063288"/>
    <w:rsid w:val="00064B29"/>
    <w:rsid w:val="00064D4D"/>
    <w:rsid w:val="000655BA"/>
    <w:rsid w:val="00066633"/>
    <w:rsid w:val="00067545"/>
    <w:rsid w:val="00071450"/>
    <w:rsid w:val="000716C3"/>
    <w:rsid w:val="00071F03"/>
    <w:rsid w:val="00072109"/>
    <w:rsid w:val="00073076"/>
    <w:rsid w:val="000730C8"/>
    <w:rsid w:val="00073AFB"/>
    <w:rsid w:val="00073D90"/>
    <w:rsid w:val="00074158"/>
    <w:rsid w:val="00074343"/>
    <w:rsid w:val="00074C44"/>
    <w:rsid w:val="00076894"/>
    <w:rsid w:val="00076CB8"/>
    <w:rsid w:val="00080CD4"/>
    <w:rsid w:val="00082ECE"/>
    <w:rsid w:val="00083F19"/>
    <w:rsid w:val="000847F4"/>
    <w:rsid w:val="00084D7F"/>
    <w:rsid w:val="00085EDE"/>
    <w:rsid w:val="0008661E"/>
    <w:rsid w:val="0008679E"/>
    <w:rsid w:val="0008725E"/>
    <w:rsid w:val="00087BAC"/>
    <w:rsid w:val="000900D6"/>
    <w:rsid w:val="00091D4F"/>
    <w:rsid w:val="0009263C"/>
    <w:rsid w:val="0009271D"/>
    <w:rsid w:val="0009367D"/>
    <w:rsid w:val="000946A7"/>
    <w:rsid w:val="000954C3"/>
    <w:rsid w:val="0009726D"/>
    <w:rsid w:val="0009779D"/>
    <w:rsid w:val="000A189E"/>
    <w:rsid w:val="000A443E"/>
    <w:rsid w:val="000A4BA4"/>
    <w:rsid w:val="000A4F68"/>
    <w:rsid w:val="000A79C2"/>
    <w:rsid w:val="000B0F4B"/>
    <w:rsid w:val="000B22A3"/>
    <w:rsid w:val="000B2FA7"/>
    <w:rsid w:val="000B3056"/>
    <w:rsid w:val="000B4054"/>
    <w:rsid w:val="000B43C2"/>
    <w:rsid w:val="000B594D"/>
    <w:rsid w:val="000B5B18"/>
    <w:rsid w:val="000B6770"/>
    <w:rsid w:val="000B6E3A"/>
    <w:rsid w:val="000B7270"/>
    <w:rsid w:val="000B74FA"/>
    <w:rsid w:val="000B767D"/>
    <w:rsid w:val="000C0175"/>
    <w:rsid w:val="000C0CDF"/>
    <w:rsid w:val="000C157C"/>
    <w:rsid w:val="000D140D"/>
    <w:rsid w:val="000D2B44"/>
    <w:rsid w:val="000D4AD9"/>
    <w:rsid w:val="000D6CCE"/>
    <w:rsid w:val="000D78E2"/>
    <w:rsid w:val="000D7BA8"/>
    <w:rsid w:val="000E0DA8"/>
    <w:rsid w:val="000E0EA7"/>
    <w:rsid w:val="000E220D"/>
    <w:rsid w:val="000E7459"/>
    <w:rsid w:val="000E790C"/>
    <w:rsid w:val="000F0304"/>
    <w:rsid w:val="000F1147"/>
    <w:rsid w:val="000F1E27"/>
    <w:rsid w:val="000F2197"/>
    <w:rsid w:val="000F2673"/>
    <w:rsid w:val="000F4D6D"/>
    <w:rsid w:val="000F58D2"/>
    <w:rsid w:val="0010291D"/>
    <w:rsid w:val="00103CD7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44E3"/>
    <w:rsid w:val="001249FA"/>
    <w:rsid w:val="00124F73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40DDF"/>
    <w:rsid w:val="0014394A"/>
    <w:rsid w:val="00145FB8"/>
    <w:rsid w:val="001533BA"/>
    <w:rsid w:val="0015379E"/>
    <w:rsid w:val="001543E5"/>
    <w:rsid w:val="00156929"/>
    <w:rsid w:val="0015720D"/>
    <w:rsid w:val="00160190"/>
    <w:rsid w:val="00160582"/>
    <w:rsid w:val="0016301D"/>
    <w:rsid w:val="001632FC"/>
    <w:rsid w:val="00163EE7"/>
    <w:rsid w:val="00163F32"/>
    <w:rsid w:val="00164279"/>
    <w:rsid w:val="00164705"/>
    <w:rsid w:val="00164B97"/>
    <w:rsid w:val="00164E27"/>
    <w:rsid w:val="00166176"/>
    <w:rsid w:val="001727A2"/>
    <w:rsid w:val="00174E60"/>
    <w:rsid w:val="00175AE3"/>
    <w:rsid w:val="00175B93"/>
    <w:rsid w:val="00176A94"/>
    <w:rsid w:val="00180F9A"/>
    <w:rsid w:val="00181E6C"/>
    <w:rsid w:val="00182755"/>
    <w:rsid w:val="0018693F"/>
    <w:rsid w:val="00191E1A"/>
    <w:rsid w:val="00192069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7C41"/>
    <w:rsid w:val="001A2885"/>
    <w:rsid w:val="001A303D"/>
    <w:rsid w:val="001A3196"/>
    <w:rsid w:val="001A4B97"/>
    <w:rsid w:val="001A638B"/>
    <w:rsid w:val="001A6CC6"/>
    <w:rsid w:val="001A6CFE"/>
    <w:rsid w:val="001A7DAD"/>
    <w:rsid w:val="001A7E5E"/>
    <w:rsid w:val="001B08C7"/>
    <w:rsid w:val="001B586B"/>
    <w:rsid w:val="001B67B4"/>
    <w:rsid w:val="001B6859"/>
    <w:rsid w:val="001B6C1D"/>
    <w:rsid w:val="001B774B"/>
    <w:rsid w:val="001C0817"/>
    <w:rsid w:val="001C15FE"/>
    <w:rsid w:val="001C2E11"/>
    <w:rsid w:val="001C3A5E"/>
    <w:rsid w:val="001C4723"/>
    <w:rsid w:val="001C5B80"/>
    <w:rsid w:val="001D0C88"/>
    <w:rsid w:val="001D2F43"/>
    <w:rsid w:val="001D317F"/>
    <w:rsid w:val="001D74D3"/>
    <w:rsid w:val="001E0497"/>
    <w:rsid w:val="001E1272"/>
    <w:rsid w:val="001E2734"/>
    <w:rsid w:val="001E2A55"/>
    <w:rsid w:val="001E2DCA"/>
    <w:rsid w:val="001E4645"/>
    <w:rsid w:val="001E60AA"/>
    <w:rsid w:val="001F16BA"/>
    <w:rsid w:val="001F1F36"/>
    <w:rsid w:val="001F32C0"/>
    <w:rsid w:val="001F3386"/>
    <w:rsid w:val="001F4091"/>
    <w:rsid w:val="001F5CB1"/>
    <w:rsid w:val="001F5D0E"/>
    <w:rsid w:val="001F6035"/>
    <w:rsid w:val="0020018C"/>
    <w:rsid w:val="002010D6"/>
    <w:rsid w:val="002023A2"/>
    <w:rsid w:val="002024FE"/>
    <w:rsid w:val="00202E95"/>
    <w:rsid w:val="00204B88"/>
    <w:rsid w:val="00204CE7"/>
    <w:rsid w:val="00204E64"/>
    <w:rsid w:val="002056DD"/>
    <w:rsid w:val="002057A6"/>
    <w:rsid w:val="00206DAD"/>
    <w:rsid w:val="00207AE8"/>
    <w:rsid w:val="00211A0A"/>
    <w:rsid w:val="00213BD8"/>
    <w:rsid w:val="0021411D"/>
    <w:rsid w:val="002147A2"/>
    <w:rsid w:val="00222EE6"/>
    <w:rsid w:val="00223622"/>
    <w:rsid w:val="00224508"/>
    <w:rsid w:val="002254B7"/>
    <w:rsid w:val="0022706A"/>
    <w:rsid w:val="0022744A"/>
    <w:rsid w:val="00227BB3"/>
    <w:rsid w:val="00231261"/>
    <w:rsid w:val="002337D9"/>
    <w:rsid w:val="0023600F"/>
    <w:rsid w:val="002364BC"/>
    <w:rsid w:val="002379ED"/>
    <w:rsid w:val="002401BB"/>
    <w:rsid w:val="002425D0"/>
    <w:rsid w:val="00242903"/>
    <w:rsid w:val="002450C7"/>
    <w:rsid w:val="00252CFF"/>
    <w:rsid w:val="00253B1A"/>
    <w:rsid w:val="0025617A"/>
    <w:rsid w:val="00256A26"/>
    <w:rsid w:val="00260D3E"/>
    <w:rsid w:val="00261AFC"/>
    <w:rsid w:val="00262BFD"/>
    <w:rsid w:val="00262FCF"/>
    <w:rsid w:val="00264199"/>
    <w:rsid w:val="00265DBF"/>
    <w:rsid w:val="002666E5"/>
    <w:rsid w:val="00266F21"/>
    <w:rsid w:val="002741A5"/>
    <w:rsid w:val="0027425C"/>
    <w:rsid w:val="00275EC1"/>
    <w:rsid w:val="00277636"/>
    <w:rsid w:val="00277E44"/>
    <w:rsid w:val="002817A3"/>
    <w:rsid w:val="00282BBB"/>
    <w:rsid w:val="002840B5"/>
    <w:rsid w:val="00284248"/>
    <w:rsid w:val="002903ED"/>
    <w:rsid w:val="00290656"/>
    <w:rsid w:val="0029122C"/>
    <w:rsid w:val="00292C6C"/>
    <w:rsid w:val="00293B38"/>
    <w:rsid w:val="002951E9"/>
    <w:rsid w:val="002959EE"/>
    <w:rsid w:val="002A18E6"/>
    <w:rsid w:val="002A3BC3"/>
    <w:rsid w:val="002A4909"/>
    <w:rsid w:val="002A6300"/>
    <w:rsid w:val="002A6540"/>
    <w:rsid w:val="002A7DCC"/>
    <w:rsid w:val="002B0187"/>
    <w:rsid w:val="002B1ADA"/>
    <w:rsid w:val="002B41B5"/>
    <w:rsid w:val="002B702F"/>
    <w:rsid w:val="002C1234"/>
    <w:rsid w:val="002C1F65"/>
    <w:rsid w:val="002C2274"/>
    <w:rsid w:val="002C2DA2"/>
    <w:rsid w:val="002C49CF"/>
    <w:rsid w:val="002D1903"/>
    <w:rsid w:val="002D1964"/>
    <w:rsid w:val="002D1AA5"/>
    <w:rsid w:val="002D1F9D"/>
    <w:rsid w:val="002D2272"/>
    <w:rsid w:val="002D37EF"/>
    <w:rsid w:val="002D4EFE"/>
    <w:rsid w:val="002D5731"/>
    <w:rsid w:val="002D7D2C"/>
    <w:rsid w:val="002E16D5"/>
    <w:rsid w:val="002E37D1"/>
    <w:rsid w:val="002E3E25"/>
    <w:rsid w:val="002E553F"/>
    <w:rsid w:val="002E5C9F"/>
    <w:rsid w:val="002E76F6"/>
    <w:rsid w:val="002F1C9D"/>
    <w:rsid w:val="002F2F4E"/>
    <w:rsid w:val="002F3334"/>
    <w:rsid w:val="002F4920"/>
    <w:rsid w:val="002F6323"/>
    <w:rsid w:val="002F6E78"/>
    <w:rsid w:val="00301D83"/>
    <w:rsid w:val="0030322B"/>
    <w:rsid w:val="00304CD1"/>
    <w:rsid w:val="00306A67"/>
    <w:rsid w:val="003126FF"/>
    <w:rsid w:val="0032091C"/>
    <w:rsid w:val="00320BF7"/>
    <w:rsid w:val="0032162E"/>
    <w:rsid w:val="00322297"/>
    <w:rsid w:val="00322BBD"/>
    <w:rsid w:val="00324D89"/>
    <w:rsid w:val="00325C31"/>
    <w:rsid w:val="00325DDC"/>
    <w:rsid w:val="00327389"/>
    <w:rsid w:val="00327823"/>
    <w:rsid w:val="00332004"/>
    <w:rsid w:val="00334FC1"/>
    <w:rsid w:val="00335826"/>
    <w:rsid w:val="0033630D"/>
    <w:rsid w:val="003371B5"/>
    <w:rsid w:val="00341AB9"/>
    <w:rsid w:val="0034218F"/>
    <w:rsid w:val="00343335"/>
    <w:rsid w:val="00345957"/>
    <w:rsid w:val="00350CA8"/>
    <w:rsid w:val="0035108A"/>
    <w:rsid w:val="00352F46"/>
    <w:rsid w:val="003571C4"/>
    <w:rsid w:val="00357799"/>
    <w:rsid w:val="00361467"/>
    <w:rsid w:val="003643E4"/>
    <w:rsid w:val="00365DAE"/>
    <w:rsid w:val="00370380"/>
    <w:rsid w:val="00370BCD"/>
    <w:rsid w:val="00372597"/>
    <w:rsid w:val="00375A4F"/>
    <w:rsid w:val="00375C7E"/>
    <w:rsid w:val="00375DAE"/>
    <w:rsid w:val="00376145"/>
    <w:rsid w:val="00384F97"/>
    <w:rsid w:val="0038755C"/>
    <w:rsid w:val="00387EE2"/>
    <w:rsid w:val="003939E3"/>
    <w:rsid w:val="00397AF8"/>
    <w:rsid w:val="003A175B"/>
    <w:rsid w:val="003A570E"/>
    <w:rsid w:val="003A764A"/>
    <w:rsid w:val="003B142B"/>
    <w:rsid w:val="003B1857"/>
    <w:rsid w:val="003B2824"/>
    <w:rsid w:val="003B366A"/>
    <w:rsid w:val="003B473F"/>
    <w:rsid w:val="003B4D6F"/>
    <w:rsid w:val="003B7425"/>
    <w:rsid w:val="003C57B9"/>
    <w:rsid w:val="003C7770"/>
    <w:rsid w:val="003C77AA"/>
    <w:rsid w:val="003D3F8B"/>
    <w:rsid w:val="003D4A7A"/>
    <w:rsid w:val="003D7689"/>
    <w:rsid w:val="003E0853"/>
    <w:rsid w:val="003E09F9"/>
    <w:rsid w:val="003E0CFB"/>
    <w:rsid w:val="003E4127"/>
    <w:rsid w:val="003E4A39"/>
    <w:rsid w:val="003E7757"/>
    <w:rsid w:val="003F03FF"/>
    <w:rsid w:val="003F10F7"/>
    <w:rsid w:val="003F3369"/>
    <w:rsid w:val="003F38F8"/>
    <w:rsid w:val="003F44CE"/>
    <w:rsid w:val="003F5C91"/>
    <w:rsid w:val="00401DDF"/>
    <w:rsid w:val="00402055"/>
    <w:rsid w:val="00402EDA"/>
    <w:rsid w:val="004030E7"/>
    <w:rsid w:val="004046E5"/>
    <w:rsid w:val="004052C6"/>
    <w:rsid w:val="00405424"/>
    <w:rsid w:val="00405C7B"/>
    <w:rsid w:val="004070EB"/>
    <w:rsid w:val="00407997"/>
    <w:rsid w:val="004119AB"/>
    <w:rsid w:val="00411BDF"/>
    <w:rsid w:val="00411EC0"/>
    <w:rsid w:val="00414AF4"/>
    <w:rsid w:val="00415DAD"/>
    <w:rsid w:val="004160E4"/>
    <w:rsid w:val="004201B6"/>
    <w:rsid w:val="004216C9"/>
    <w:rsid w:val="00422AE1"/>
    <w:rsid w:val="00422ECE"/>
    <w:rsid w:val="00423201"/>
    <w:rsid w:val="004242E9"/>
    <w:rsid w:val="00424D60"/>
    <w:rsid w:val="00426815"/>
    <w:rsid w:val="00426978"/>
    <w:rsid w:val="00430BCC"/>
    <w:rsid w:val="00430D2A"/>
    <w:rsid w:val="0043169C"/>
    <w:rsid w:val="004340AE"/>
    <w:rsid w:val="00434406"/>
    <w:rsid w:val="00434ECC"/>
    <w:rsid w:val="00437444"/>
    <w:rsid w:val="004404C8"/>
    <w:rsid w:val="004412B2"/>
    <w:rsid w:val="00441DEC"/>
    <w:rsid w:val="00441EC1"/>
    <w:rsid w:val="00442114"/>
    <w:rsid w:val="00442B15"/>
    <w:rsid w:val="00442E44"/>
    <w:rsid w:val="00442F85"/>
    <w:rsid w:val="00443D4A"/>
    <w:rsid w:val="00444234"/>
    <w:rsid w:val="004444E8"/>
    <w:rsid w:val="004508BA"/>
    <w:rsid w:val="0045336F"/>
    <w:rsid w:val="0045468A"/>
    <w:rsid w:val="00454C30"/>
    <w:rsid w:val="00456924"/>
    <w:rsid w:val="00457385"/>
    <w:rsid w:val="004612AD"/>
    <w:rsid w:val="0046158E"/>
    <w:rsid w:val="00463549"/>
    <w:rsid w:val="00463F81"/>
    <w:rsid w:val="00466D6C"/>
    <w:rsid w:val="004677D0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1734"/>
    <w:rsid w:val="00483BA3"/>
    <w:rsid w:val="00483E6C"/>
    <w:rsid w:val="00484563"/>
    <w:rsid w:val="00484A5F"/>
    <w:rsid w:val="004853EA"/>
    <w:rsid w:val="00486001"/>
    <w:rsid w:val="0049004F"/>
    <w:rsid w:val="004900EF"/>
    <w:rsid w:val="00491953"/>
    <w:rsid w:val="00493B72"/>
    <w:rsid w:val="00494010"/>
    <w:rsid w:val="00494832"/>
    <w:rsid w:val="00495C2E"/>
    <w:rsid w:val="004A0CD6"/>
    <w:rsid w:val="004A0DE0"/>
    <w:rsid w:val="004A32DD"/>
    <w:rsid w:val="004A38B4"/>
    <w:rsid w:val="004A38CD"/>
    <w:rsid w:val="004A480B"/>
    <w:rsid w:val="004A6E42"/>
    <w:rsid w:val="004A7E70"/>
    <w:rsid w:val="004B0A41"/>
    <w:rsid w:val="004B1F94"/>
    <w:rsid w:val="004C1DBF"/>
    <w:rsid w:val="004C3088"/>
    <w:rsid w:val="004C34DB"/>
    <w:rsid w:val="004C6FCC"/>
    <w:rsid w:val="004C7BE3"/>
    <w:rsid w:val="004D30E9"/>
    <w:rsid w:val="004D340A"/>
    <w:rsid w:val="004D3C61"/>
    <w:rsid w:val="004D4726"/>
    <w:rsid w:val="004D5C45"/>
    <w:rsid w:val="004D5D73"/>
    <w:rsid w:val="004D6072"/>
    <w:rsid w:val="004D7E98"/>
    <w:rsid w:val="004E29AE"/>
    <w:rsid w:val="004E3039"/>
    <w:rsid w:val="004F0391"/>
    <w:rsid w:val="004F04FB"/>
    <w:rsid w:val="00500801"/>
    <w:rsid w:val="0050084B"/>
    <w:rsid w:val="005017F3"/>
    <w:rsid w:val="005024FA"/>
    <w:rsid w:val="00502973"/>
    <w:rsid w:val="00503604"/>
    <w:rsid w:val="00506A32"/>
    <w:rsid w:val="00507973"/>
    <w:rsid w:val="0051071E"/>
    <w:rsid w:val="005125E3"/>
    <w:rsid w:val="005133CE"/>
    <w:rsid w:val="00514B93"/>
    <w:rsid w:val="0051642D"/>
    <w:rsid w:val="00517C4D"/>
    <w:rsid w:val="00520AA8"/>
    <w:rsid w:val="005210BA"/>
    <w:rsid w:val="00523404"/>
    <w:rsid w:val="00523EEA"/>
    <w:rsid w:val="00525655"/>
    <w:rsid w:val="00527CF3"/>
    <w:rsid w:val="00527F05"/>
    <w:rsid w:val="00527FF5"/>
    <w:rsid w:val="0053188A"/>
    <w:rsid w:val="005324AF"/>
    <w:rsid w:val="00532AF4"/>
    <w:rsid w:val="00533B83"/>
    <w:rsid w:val="00534CE2"/>
    <w:rsid w:val="00534E60"/>
    <w:rsid w:val="00541EC9"/>
    <w:rsid w:val="00543370"/>
    <w:rsid w:val="00544BCA"/>
    <w:rsid w:val="00544BEC"/>
    <w:rsid w:val="00552BE2"/>
    <w:rsid w:val="005531DD"/>
    <w:rsid w:val="005532F6"/>
    <w:rsid w:val="00553792"/>
    <w:rsid w:val="005555D0"/>
    <w:rsid w:val="00555F05"/>
    <w:rsid w:val="00556454"/>
    <w:rsid w:val="00556F01"/>
    <w:rsid w:val="005578CD"/>
    <w:rsid w:val="00557A6E"/>
    <w:rsid w:val="0056174B"/>
    <w:rsid w:val="005658DD"/>
    <w:rsid w:val="0056647A"/>
    <w:rsid w:val="00571AD5"/>
    <w:rsid w:val="00574762"/>
    <w:rsid w:val="005751DD"/>
    <w:rsid w:val="00576936"/>
    <w:rsid w:val="00576CAB"/>
    <w:rsid w:val="005805FB"/>
    <w:rsid w:val="00581008"/>
    <w:rsid w:val="00582249"/>
    <w:rsid w:val="00582723"/>
    <w:rsid w:val="0058671C"/>
    <w:rsid w:val="0058683F"/>
    <w:rsid w:val="00587645"/>
    <w:rsid w:val="00587C76"/>
    <w:rsid w:val="00587EF8"/>
    <w:rsid w:val="00592B3F"/>
    <w:rsid w:val="0059561B"/>
    <w:rsid w:val="00595AB5"/>
    <w:rsid w:val="00597645"/>
    <w:rsid w:val="005A1578"/>
    <w:rsid w:val="005A188F"/>
    <w:rsid w:val="005A3AD5"/>
    <w:rsid w:val="005A48B0"/>
    <w:rsid w:val="005A48BA"/>
    <w:rsid w:val="005A6554"/>
    <w:rsid w:val="005A6A77"/>
    <w:rsid w:val="005A7AEC"/>
    <w:rsid w:val="005B3A91"/>
    <w:rsid w:val="005B5606"/>
    <w:rsid w:val="005B5DF2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3515"/>
    <w:rsid w:val="005D37DC"/>
    <w:rsid w:val="005D449A"/>
    <w:rsid w:val="005D5A0B"/>
    <w:rsid w:val="005D5B70"/>
    <w:rsid w:val="005D5E60"/>
    <w:rsid w:val="005D65BC"/>
    <w:rsid w:val="005D6BA9"/>
    <w:rsid w:val="005D7C5B"/>
    <w:rsid w:val="005E1A02"/>
    <w:rsid w:val="005E2118"/>
    <w:rsid w:val="005E2C45"/>
    <w:rsid w:val="005E3012"/>
    <w:rsid w:val="005E6A3F"/>
    <w:rsid w:val="005E6A43"/>
    <w:rsid w:val="005E75B9"/>
    <w:rsid w:val="005F073E"/>
    <w:rsid w:val="005F1D17"/>
    <w:rsid w:val="005F2710"/>
    <w:rsid w:val="005F2B1C"/>
    <w:rsid w:val="005F2BC5"/>
    <w:rsid w:val="005F55F6"/>
    <w:rsid w:val="005F5F08"/>
    <w:rsid w:val="005F67C3"/>
    <w:rsid w:val="005F6B7F"/>
    <w:rsid w:val="005F7EF0"/>
    <w:rsid w:val="006004D1"/>
    <w:rsid w:val="0060087A"/>
    <w:rsid w:val="0060097C"/>
    <w:rsid w:val="0060225D"/>
    <w:rsid w:val="00603C2F"/>
    <w:rsid w:val="00605C57"/>
    <w:rsid w:val="0061031E"/>
    <w:rsid w:val="00613394"/>
    <w:rsid w:val="00613C0F"/>
    <w:rsid w:val="00614CB1"/>
    <w:rsid w:val="00615C5E"/>
    <w:rsid w:val="006166B1"/>
    <w:rsid w:val="00621023"/>
    <w:rsid w:val="00630E04"/>
    <w:rsid w:val="006310F8"/>
    <w:rsid w:val="00631C1E"/>
    <w:rsid w:val="00633B7E"/>
    <w:rsid w:val="00633F9F"/>
    <w:rsid w:val="00640621"/>
    <w:rsid w:val="00641A0A"/>
    <w:rsid w:val="00641E5F"/>
    <w:rsid w:val="00642AF0"/>
    <w:rsid w:val="00642EE1"/>
    <w:rsid w:val="006439B4"/>
    <w:rsid w:val="00644194"/>
    <w:rsid w:val="006448D0"/>
    <w:rsid w:val="00647A06"/>
    <w:rsid w:val="00650CF4"/>
    <w:rsid w:val="00652C95"/>
    <w:rsid w:val="0065453F"/>
    <w:rsid w:val="00656A76"/>
    <w:rsid w:val="00660E07"/>
    <w:rsid w:val="00661517"/>
    <w:rsid w:val="00661844"/>
    <w:rsid w:val="00661933"/>
    <w:rsid w:val="00661F23"/>
    <w:rsid w:val="006654B5"/>
    <w:rsid w:val="006663E5"/>
    <w:rsid w:val="00667A86"/>
    <w:rsid w:val="00671CCA"/>
    <w:rsid w:val="006753F2"/>
    <w:rsid w:val="00676C16"/>
    <w:rsid w:val="00677396"/>
    <w:rsid w:val="00680093"/>
    <w:rsid w:val="00680ACC"/>
    <w:rsid w:val="006810DE"/>
    <w:rsid w:val="006818B1"/>
    <w:rsid w:val="006823EF"/>
    <w:rsid w:val="006825DF"/>
    <w:rsid w:val="006857D2"/>
    <w:rsid w:val="006863FB"/>
    <w:rsid w:val="00690202"/>
    <w:rsid w:val="00691068"/>
    <w:rsid w:val="0069349F"/>
    <w:rsid w:val="00694E4D"/>
    <w:rsid w:val="00694F60"/>
    <w:rsid w:val="00697E32"/>
    <w:rsid w:val="006A0465"/>
    <w:rsid w:val="006A138A"/>
    <w:rsid w:val="006A1510"/>
    <w:rsid w:val="006A1FF4"/>
    <w:rsid w:val="006A2854"/>
    <w:rsid w:val="006A4A38"/>
    <w:rsid w:val="006A5098"/>
    <w:rsid w:val="006A753B"/>
    <w:rsid w:val="006A795D"/>
    <w:rsid w:val="006A7EDB"/>
    <w:rsid w:val="006B1220"/>
    <w:rsid w:val="006B20EC"/>
    <w:rsid w:val="006B3C4C"/>
    <w:rsid w:val="006B55DD"/>
    <w:rsid w:val="006C3A64"/>
    <w:rsid w:val="006C44E8"/>
    <w:rsid w:val="006C51F2"/>
    <w:rsid w:val="006C78B1"/>
    <w:rsid w:val="006D152E"/>
    <w:rsid w:val="006E0EC7"/>
    <w:rsid w:val="006E14CE"/>
    <w:rsid w:val="006E2F97"/>
    <w:rsid w:val="006E6BD6"/>
    <w:rsid w:val="006E7C97"/>
    <w:rsid w:val="006F17DD"/>
    <w:rsid w:val="006F19DB"/>
    <w:rsid w:val="006F1B2A"/>
    <w:rsid w:val="006F1D71"/>
    <w:rsid w:val="006F28CF"/>
    <w:rsid w:val="006F4734"/>
    <w:rsid w:val="006F4A95"/>
    <w:rsid w:val="006F77F7"/>
    <w:rsid w:val="00700F59"/>
    <w:rsid w:val="007030B0"/>
    <w:rsid w:val="00704C56"/>
    <w:rsid w:val="007050FC"/>
    <w:rsid w:val="007072E8"/>
    <w:rsid w:val="00707862"/>
    <w:rsid w:val="00710A2E"/>
    <w:rsid w:val="00711116"/>
    <w:rsid w:val="0071143E"/>
    <w:rsid w:val="0071299E"/>
    <w:rsid w:val="00716234"/>
    <w:rsid w:val="00716E5C"/>
    <w:rsid w:val="00720B81"/>
    <w:rsid w:val="00720F9B"/>
    <w:rsid w:val="00722093"/>
    <w:rsid w:val="00722D95"/>
    <w:rsid w:val="007233E5"/>
    <w:rsid w:val="00724A4F"/>
    <w:rsid w:val="007266E6"/>
    <w:rsid w:val="00726E53"/>
    <w:rsid w:val="00732314"/>
    <w:rsid w:val="00733796"/>
    <w:rsid w:val="00734D49"/>
    <w:rsid w:val="007400FC"/>
    <w:rsid w:val="00744EC1"/>
    <w:rsid w:val="00745E58"/>
    <w:rsid w:val="0074787F"/>
    <w:rsid w:val="007479DD"/>
    <w:rsid w:val="00747F19"/>
    <w:rsid w:val="00751D65"/>
    <w:rsid w:val="0075242D"/>
    <w:rsid w:val="0075601F"/>
    <w:rsid w:val="00756B4D"/>
    <w:rsid w:val="007601C1"/>
    <w:rsid w:val="00760A6B"/>
    <w:rsid w:val="0076191F"/>
    <w:rsid w:val="00764186"/>
    <w:rsid w:val="007642FE"/>
    <w:rsid w:val="00764E4C"/>
    <w:rsid w:val="007650BF"/>
    <w:rsid w:val="007664EF"/>
    <w:rsid w:val="00766A37"/>
    <w:rsid w:val="0076730C"/>
    <w:rsid w:val="00767CDA"/>
    <w:rsid w:val="0077109F"/>
    <w:rsid w:val="0077316B"/>
    <w:rsid w:val="0077485E"/>
    <w:rsid w:val="00783FD6"/>
    <w:rsid w:val="007845DF"/>
    <w:rsid w:val="00785472"/>
    <w:rsid w:val="00792AC8"/>
    <w:rsid w:val="00794F44"/>
    <w:rsid w:val="00795FBA"/>
    <w:rsid w:val="0079732B"/>
    <w:rsid w:val="007A1BEA"/>
    <w:rsid w:val="007A1F90"/>
    <w:rsid w:val="007A733E"/>
    <w:rsid w:val="007A7345"/>
    <w:rsid w:val="007B0B4C"/>
    <w:rsid w:val="007B22CC"/>
    <w:rsid w:val="007B29F5"/>
    <w:rsid w:val="007B318D"/>
    <w:rsid w:val="007C1293"/>
    <w:rsid w:val="007C1E15"/>
    <w:rsid w:val="007C4758"/>
    <w:rsid w:val="007C5FD6"/>
    <w:rsid w:val="007C613A"/>
    <w:rsid w:val="007C792B"/>
    <w:rsid w:val="007D0A53"/>
    <w:rsid w:val="007D582E"/>
    <w:rsid w:val="007D5FFD"/>
    <w:rsid w:val="007D61D1"/>
    <w:rsid w:val="007D7D92"/>
    <w:rsid w:val="007E1570"/>
    <w:rsid w:val="007E179F"/>
    <w:rsid w:val="007E42AD"/>
    <w:rsid w:val="007E4E48"/>
    <w:rsid w:val="007E7F4F"/>
    <w:rsid w:val="007F0CEB"/>
    <w:rsid w:val="007F1864"/>
    <w:rsid w:val="007F36B8"/>
    <w:rsid w:val="007F441C"/>
    <w:rsid w:val="007F45B0"/>
    <w:rsid w:val="007F53C0"/>
    <w:rsid w:val="007F63EE"/>
    <w:rsid w:val="007F643F"/>
    <w:rsid w:val="007F7671"/>
    <w:rsid w:val="00801520"/>
    <w:rsid w:val="00801E57"/>
    <w:rsid w:val="00802D0D"/>
    <w:rsid w:val="00803A90"/>
    <w:rsid w:val="008058FA"/>
    <w:rsid w:val="00805BA6"/>
    <w:rsid w:val="008068C1"/>
    <w:rsid w:val="0080793E"/>
    <w:rsid w:val="00810CA2"/>
    <w:rsid w:val="00811A92"/>
    <w:rsid w:val="008128F3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7E0E"/>
    <w:rsid w:val="00830203"/>
    <w:rsid w:val="008305BB"/>
    <w:rsid w:val="00831CB1"/>
    <w:rsid w:val="008320AB"/>
    <w:rsid w:val="00832408"/>
    <w:rsid w:val="00832C48"/>
    <w:rsid w:val="00834A68"/>
    <w:rsid w:val="00834CE9"/>
    <w:rsid w:val="00834F92"/>
    <w:rsid w:val="008362A2"/>
    <w:rsid w:val="00837A0F"/>
    <w:rsid w:val="0084657B"/>
    <w:rsid w:val="00846B19"/>
    <w:rsid w:val="008471B0"/>
    <w:rsid w:val="0085152A"/>
    <w:rsid w:val="00853F18"/>
    <w:rsid w:val="00855865"/>
    <w:rsid w:val="00856856"/>
    <w:rsid w:val="0085704D"/>
    <w:rsid w:val="00861A4B"/>
    <w:rsid w:val="00864AFC"/>
    <w:rsid w:val="0086599C"/>
    <w:rsid w:val="00865FA2"/>
    <w:rsid w:val="00867A2B"/>
    <w:rsid w:val="00871660"/>
    <w:rsid w:val="00871735"/>
    <w:rsid w:val="00871EB2"/>
    <w:rsid w:val="00873843"/>
    <w:rsid w:val="0087448D"/>
    <w:rsid w:val="008759A8"/>
    <w:rsid w:val="00875D00"/>
    <w:rsid w:val="00876058"/>
    <w:rsid w:val="00876E76"/>
    <w:rsid w:val="0088067D"/>
    <w:rsid w:val="008823C5"/>
    <w:rsid w:val="008828E2"/>
    <w:rsid w:val="0088587F"/>
    <w:rsid w:val="0088786B"/>
    <w:rsid w:val="008903F4"/>
    <w:rsid w:val="0089088E"/>
    <w:rsid w:val="00890C2E"/>
    <w:rsid w:val="00892698"/>
    <w:rsid w:val="00894A47"/>
    <w:rsid w:val="00895D5F"/>
    <w:rsid w:val="008A042B"/>
    <w:rsid w:val="008A1EE6"/>
    <w:rsid w:val="008A318D"/>
    <w:rsid w:val="008A4435"/>
    <w:rsid w:val="008A4A12"/>
    <w:rsid w:val="008A4D49"/>
    <w:rsid w:val="008A738D"/>
    <w:rsid w:val="008B1171"/>
    <w:rsid w:val="008B15EC"/>
    <w:rsid w:val="008B1F62"/>
    <w:rsid w:val="008B2211"/>
    <w:rsid w:val="008B35B5"/>
    <w:rsid w:val="008B3D9A"/>
    <w:rsid w:val="008B6AE8"/>
    <w:rsid w:val="008B778E"/>
    <w:rsid w:val="008B77D2"/>
    <w:rsid w:val="008C1D88"/>
    <w:rsid w:val="008C2249"/>
    <w:rsid w:val="008C3147"/>
    <w:rsid w:val="008C3A83"/>
    <w:rsid w:val="008C3F12"/>
    <w:rsid w:val="008C6148"/>
    <w:rsid w:val="008C7091"/>
    <w:rsid w:val="008D14F1"/>
    <w:rsid w:val="008D3101"/>
    <w:rsid w:val="008D63BB"/>
    <w:rsid w:val="008E0702"/>
    <w:rsid w:val="008E0BCA"/>
    <w:rsid w:val="008E16B6"/>
    <w:rsid w:val="008E24F3"/>
    <w:rsid w:val="008E2BAB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8F5FAB"/>
    <w:rsid w:val="009002B7"/>
    <w:rsid w:val="009008AC"/>
    <w:rsid w:val="0090146D"/>
    <w:rsid w:val="00901D8D"/>
    <w:rsid w:val="00902CA7"/>
    <w:rsid w:val="00905C5C"/>
    <w:rsid w:val="009060C1"/>
    <w:rsid w:val="00906339"/>
    <w:rsid w:val="009068BC"/>
    <w:rsid w:val="009110A8"/>
    <w:rsid w:val="009114DC"/>
    <w:rsid w:val="00911666"/>
    <w:rsid w:val="00913D51"/>
    <w:rsid w:val="009141EE"/>
    <w:rsid w:val="00914A03"/>
    <w:rsid w:val="00914B08"/>
    <w:rsid w:val="00920D3F"/>
    <w:rsid w:val="00921FC1"/>
    <w:rsid w:val="009231C4"/>
    <w:rsid w:val="00923E7C"/>
    <w:rsid w:val="009261D5"/>
    <w:rsid w:val="00926666"/>
    <w:rsid w:val="00931120"/>
    <w:rsid w:val="00931DD1"/>
    <w:rsid w:val="009331E7"/>
    <w:rsid w:val="009351D4"/>
    <w:rsid w:val="00936A12"/>
    <w:rsid w:val="00937ACF"/>
    <w:rsid w:val="0094004B"/>
    <w:rsid w:val="0094259B"/>
    <w:rsid w:val="009439BD"/>
    <w:rsid w:val="0094487F"/>
    <w:rsid w:val="00944D17"/>
    <w:rsid w:val="009457CA"/>
    <w:rsid w:val="00945A0A"/>
    <w:rsid w:val="00946540"/>
    <w:rsid w:val="009500A3"/>
    <w:rsid w:val="00951351"/>
    <w:rsid w:val="00954997"/>
    <w:rsid w:val="00960DA2"/>
    <w:rsid w:val="00962E9F"/>
    <w:rsid w:val="00962F14"/>
    <w:rsid w:val="00965026"/>
    <w:rsid w:val="0096548E"/>
    <w:rsid w:val="00970FB2"/>
    <w:rsid w:val="00972AE5"/>
    <w:rsid w:val="00973C4B"/>
    <w:rsid w:val="00981340"/>
    <w:rsid w:val="00981CD3"/>
    <w:rsid w:val="00982D91"/>
    <w:rsid w:val="00983356"/>
    <w:rsid w:val="00983563"/>
    <w:rsid w:val="009840B2"/>
    <w:rsid w:val="009878BF"/>
    <w:rsid w:val="00991EA8"/>
    <w:rsid w:val="0099243A"/>
    <w:rsid w:val="00996812"/>
    <w:rsid w:val="009A08EE"/>
    <w:rsid w:val="009A0DD1"/>
    <w:rsid w:val="009A13BC"/>
    <w:rsid w:val="009A1B64"/>
    <w:rsid w:val="009A24D2"/>
    <w:rsid w:val="009A35C7"/>
    <w:rsid w:val="009A36C1"/>
    <w:rsid w:val="009A375B"/>
    <w:rsid w:val="009A57D8"/>
    <w:rsid w:val="009A6505"/>
    <w:rsid w:val="009B1024"/>
    <w:rsid w:val="009B3E68"/>
    <w:rsid w:val="009B4627"/>
    <w:rsid w:val="009B6872"/>
    <w:rsid w:val="009C018E"/>
    <w:rsid w:val="009C0C55"/>
    <w:rsid w:val="009C438E"/>
    <w:rsid w:val="009C4AD7"/>
    <w:rsid w:val="009C5058"/>
    <w:rsid w:val="009C6B6D"/>
    <w:rsid w:val="009C75CD"/>
    <w:rsid w:val="009C7D11"/>
    <w:rsid w:val="009D1AB0"/>
    <w:rsid w:val="009D7C7C"/>
    <w:rsid w:val="009E17EC"/>
    <w:rsid w:val="009E262F"/>
    <w:rsid w:val="009E471C"/>
    <w:rsid w:val="009E51A6"/>
    <w:rsid w:val="009E6423"/>
    <w:rsid w:val="009E662B"/>
    <w:rsid w:val="009F0FCC"/>
    <w:rsid w:val="009F3ED6"/>
    <w:rsid w:val="009F50F4"/>
    <w:rsid w:val="009F52D9"/>
    <w:rsid w:val="009F64F6"/>
    <w:rsid w:val="009F721A"/>
    <w:rsid w:val="009F7F89"/>
    <w:rsid w:val="00A02580"/>
    <w:rsid w:val="00A03BF3"/>
    <w:rsid w:val="00A0461D"/>
    <w:rsid w:val="00A04766"/>
    <w:rsid w:val="00A06622"/>
    <w:rsid w:val="00A06CFF"/>
    <w:rsid w:val="00A13716"/>
    <w:rsid w:val="00A16094"/>
    <w:rsid w:val="00A16F2C"/>
    <w:rsid w:val="00A178BC"/>
    <w:rsid w:val="00A2054F"/>
    <w:rsid w:val="00A2335A"/>
    <w:rsid w:val="00A248BF"/>
    <w:rsid w:val="00A25C7E"/>
    <w:rsid w:val="00A31D06"/>
    <w:rsid w:val="00A32667"/>
    <w:rsid w:val="00A32D3E"/>
    <w:rsid w:val="00A3499A"/>
    <w:rsid w:val="00A354E1"/>
    <w:rsid w:val="00A37C91"/>
    <w:rsid w:val="00A4045D"/>
    <w:rsid w:val="00A4097A"/>
    <w:rsid w:val="00A40B4B"/>
    <w:rsid w:val="00A41143"/>
    <w:rsid w:val="00A4360B"/>
    <w:rsid w:val="00A43A09"/>
    <w:rsid w:val="00A43E22"/>
    <w:rsid w:val="00A43FFC"/>
    <w:rsid w:val="00A440E2"/>
    <w:rsid w:val="00A441E2"/>
    <w:rsid w:val="00A445F0"/>
    <w:rsid w:val="00A4529F"/>
    <w:rsid w:val="00A457AF"/>
    <w:rsid w:val="00A5129F"/>
    <w:rsid w:val="00A520D8"/>
    <w:rsid w:val="00A53000"/>
    <w:rsid w:val="00A54387"/>
    <w:rsid w:val="00A553A0"/>
    <w:rsid w:val="00A55CF6"/>
    <w:rsid w:val="00A56AB6"/>
    <w:rsid w:val="00A606C9"/>
    <w:rsid w:val="00A62269"/>
    <w:rsid w:val="00A64838"/>
    <w:rsid w:val="00A64F3F"/>
    <w:rsid w:val="00A65528"/>
    <w:rsid w:val="00A66D42"/>
    <w:rsid w:val="00A67362"/>
    <w:rsid w:val="00A67C60"/>
    <w:rsid w:val="00A67DD9"/>
    <w:rsid w:val="00A73D9A"/>
    <w:rsid w:val="00A7459B"/>
    <w:rsid w:val="00A77912"/>
    <w:rsid w:val="00A80232"/>
    <w:rsid w:val="00A8206F"/>
    <w:rsid w:val="00A8282D"/>
    <w:rsid w:val="00A8294B"/>
    <w:rsid w:val="00A84FA7"/>
    <w:rsid w:val="00A86516"/>
    <w:rsid w:val="00A914F9"/>
    <w:rsid w:val="00A91C18"/>
    <w:rsid w:val="00A92520"/>
    <w:rsid w:val="00A92698"/>
    <w:rsid w:val="00A928F0"/>
    <w:rsid w:val="00A92AB8"/>
    <w:rsid w:val="00A94DE2"/>
    <w:rsid w:val="00A959A3"/>
    <w:rsid w:val="00A95F12"/>
    <w:rsid w:val="00AA3EBF"/>
    <w:rsid w:val="00AA6C19"/>
    <w:rsid w:val="00AA77C8"/>
    <w:rsid w:val="00AA7DE0"/>
    <w:rsid w:val="00AB0590"/>
    <w:rsid w:val="00AB06AE"/>
    <w:rsid w:val="00AB270B"/>
    <w:rsid w:val="00AB2732"/>
    <w:rsid w:val="00AB2CDE"/>
    <w:rsid w:val="00AB3165"/>
    <w:rsid w:val="00AB4421"/>
    <w:rsid w:val="00AB4B26"/>
    <w:rsid w:val="00AB65F8"/>
    <w:rsid w:val="00AB7843"/>
    <w:rsid w:val="00AC0CAD"/>
    <w:rsid w:val="00AC1CE2"/>
    <w:rsid w:val="00AC36F0"/>
    <w:rsid w:val="00AC4D0E"/>
    <w:rsid w:val="00AC51FA"/>
    <w:rsid w:val="00AC578A"/>
    <w:rsid w:val="00AC774F"/>
    <w:rsid w:val="00AC7EA7"/>
    <w:rsid w:val="00AC7F03"/>
    <w:rsid w:val="00AD0E3B"/>
    <w:rsid w:val="00AD1FC0"/>
    <w:rsid w:val="00AD3DD0"/>
    <w:rsid w:val="00AD6119"/>
    <w:rsid w:val="00AD6D62"/>
    <w:rsid w:val="00AE02FA"/>
    <w:rsid w:val="00AE0631"/>
    <w:rsid w:val="00AE069C"/>
    <w:rsid w:val="00AE12CB"/>
    <w:rsid w:val="00AE1A38"/>
    <w:rsid w:val="00AE1EFA"/>
    <w:rsid w:val="00AE2774"/>
    <w:rsid w:val="00AE2D18"/>
    <w:rsid w:val="00AE52F2"/>
    <w:rsid w:val="00AE5776"/>
    <w:rsid w:val="00AE59BD"/>
    <w:rsid w:val="00AE5C2F"/>
    <w:rsid w:val="00AE626E"/>
    <w:rsid w:val="00AE6758"/>
    <w:rsid w:val="00AE6F90"/>
    <w:rsid w:val="00AE7BE4"/>
    <w:rsid w:val="00AF0790"/>
    <w:rsid w:val="00AF171F"/>
    <w:rsid w:val="00AF2D06"/>
    <w:rsid w:val="00AF5565"/>
    <w:rsid w:val="00AF5676"/>
    <w:rsid w:val="00B00F91"/>
    <w:rsid w:val="00B029CF"/>
    <w:rsid w:val="00B04E76"/>
    <w:rsid w:val="00B06094"/>
    <w:rsid w:val="00B07168"/>
    <w:rsid w:val="00B10E6E"/>
    <w:rsid w:val="00B129E1"/>
    <w:rsid w:val="00B13117"/>
    <w:rsid w:val="00B1754F"/>
    <w:rsid w:val="00B25C97"/>
    <w:rsid w:val="00B320DA"/>
    <w:rsid w:val="00B32845"/>
    <w:rsid w:val="00B364B4"/>
    <w:rsid w:val="00B372C6"/>
    <w:rsid w:val="00B41337"/>
    <w:rsid w:val="00B435CC"/>
    <w:rsid w:val="00B443CE"/>
    <w:rsid w:val="00B465CB"/>
    <w:rsid w:val="00B47B0E"/>
    <w:rsid w:val="00B524F0"/>
    <w:rsid w:val="00B5338C"/>
    <w:rsid w:val="00B538D1"/>
    <w:rsid w:val="00B54D7A"/>
    <w:rsid w:val="00B55BE6"/>
    <w:rsid w:val="00B56C71"/>
    <w:rsid w:val="00B57346"/>
    <w:rsid w:val="00B576E6"/>
    <w:rsid w:val="00B618CD"/>
    <w:rsid w:val="00B62BD3"/>
    <w:rsid w:val="00B663ED"/>
    <w:rsid w:val="00B71C44"/>
    <w:rsid w:val="00B71C87"/>
    <w:rsid w:val="00B762EE"/>
    <w:rsid w:val="00B81733"/>
    <w:rsid w:val="00B818D8"/>
    <w:rsid w:val="00B85B07"/>
    <w:rsid w:val="00B85F83"/>
    <w:rsid w:val="00B86E6E"/>
    <w:rsid w:val="00B913F6"/>
    <w:rsid w:val="00B93591"/>
    <w:rsid w:val="00B94EAB"/>
    <w:rsid w:val="00B95778"/>
    <w:rsid w:val="00B9732F"/>
    <w:rsid w:val="00BA00D8"/>
    <w:rsid w:val="00BA0F43"/>
    <w:rsid w:val="00BA1E8D"/>
    <w:rsid w:val="00BA5896"/>
    <w:rsid w:val="00BB08F5"/>
    <w:rsid w:val="00BB1B75"/>
    <w:rsid w:val="00BB2BB4"/>
    <w:rsid w:val="00BB3099"/>
    <w:rsid w:val="00BB5BD1"/>
    <w:rsid w:val="00BB5CFC"/>
    <w:rsid w:val="00BC0AE7"/>
    <w:rsid w:val="00BC0DF8"/>
    <w:rsid w:val="00BC1708"/>
    <w:rsid w:val="00BC41F4"/>
    <w:rsid w:val="00BC5359"/>
    <w:rsid w:val="00BC5844"/>
    <w:rsid w:val="00BC62C1"/>
    <w:rsid w:val="00BC6D70"/>
    <w:rsid w:val="00BD1399"/>
    <w:rsid w:val="00BD30D5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7C76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11189"/>
    <w:rsid w:val="00C11622"/>
    <w:rsid w:val="00C11A52"/>
    <w:rsid w:val="00C1449F"/>
    <w:rsid w:val="00C16E1D"/>
    <w:rsid w:val="00C17EB1"/>
    <w:rsid w:val="00C2071E"/>
    <w:rsid w:val="00C20993"/>
    <w:rsid w:val="00C21F67"/>
    <w:rsid w:val="00C2472D"/>
    <w:rsid w:val="00C25BCC"/>
    <w:rsid w:val="00C260E3"/>
    <w:rsid w:val="00C30E50"/>
    <w:rsid w:val="00C33B74"/>
    <w:rsid w:val="00C3428D"/>
    <w:rsid w:val="00C35CF9"/>
    <w:rsid w:val="00C4118A"/>
    <w:rsid w:val="00C41C84"/>
    <w:rsid w:val="00C42ABC"/>
    <w:rsid w:val="00C43C80"/>
    <w:rsid w:val="00C44C2C"/>
    <w:rsid w:val="00C44F94"/>
    <w:rsid w:val="00C472D0"/>
    <w:rsid w:val="00C4742E"/>
    <w:rsid w:val="00C47512"/>
    <w:rsid w:val="00C509B2"/>
    <w:rsid w:val="00C51F82"/>
    <w:rsid w:val="00C531D8"/>
    <w:rsid w:val="00C53313"/>
    <w:rsid w:val="00C53975"/>
    <w:rsid w:val="00C562A9"/>
    <w:rsid w:val="00C57E2B"/>
    <w:rsid w:val="00C613B6"/>
    <w:rsid w:val="00C62FB6"/>
    <w:rsid w:val="00C66131"/>
    <w:rsid w:val="00C67A11"/>
    <w:rsid w:val="00C71B57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3006"/>
    <w:rsid w:val="00C937A1"/>
    <w:rsid w:val="00CA006F"/>
    <w:rsid w:val="00CA15B9"/>
    <w:rsid w:val="00CA1E59"/>
    <w:rsid w:val="00CA2185"/>
    <w:rsid w:val="00CB2680"/>
    <w:rsid w:val="00CB2908"/>
    <w:rsid w:val="00CB31E9"/>
    <w:rsid w:val="00CB3A4A"/>
    <w:rsid w:val="00CB522A"/>
    <w:rsid w:val="00CB661D"/>
    <w:rsid w:val="00CB6A4D"/>
    <w:rsid w:val="00CC2D41"/>
    <w:rsid w:val="00CC490D"/>
    <w:rsid w:val="00CC4E05"/>
    <w:rsid w:val="00CC6326"/>
    <w:rsid w:val="00CC66B2"/>
    <w:rsid w:val="00CD1279"/>
    <w:rsid w:val="00CD16D8"/>
    <w:rsid w:val="00CD1B99"/>
    <w:rsid w:val="00CD39DD"/>
    <w:rsid w:val="00CD4E97"/>
    <w:rsid w:val="00CD71D4"/>
    <w:rsid w:val="00CE056E"/>
    <w:rsid w:val="00CE1678"/>
    <w:rsid w:val="00CE23BD"/>
    <w:rsid w:val="00CE344C"/>
    <w:rsid w:val="00CE41C6"/>
    <w:rsid w:val="00CE4C66"/>
    <w:rsid w:val="00CE4DDD"/>
    <w:rsid w:val="00CE5514"/>
    <w:rsid w:val="00CE5E90"/>
    <w:rsid w:val="00CF088C"/>
    <w:rsid w:val="00CF24D1"/>
    <w:rsid w:val="00CF45AC"/>
    <w:rsid w:val="00CF4AB6"/>
    <w:rsid w:val="00CF5E76"/>
    <w:rsid w:val="00CF5F34"/>
    <w:rsid w:val="00D00374"/>
    <w:rsid w:val="00D00543"/>
    <w:rsid w:val="00D00844"/>
    <w:rsid w:val="00D02EBD"/>
    <w:rsid w:val="00D03578"/>
    <w:rsid w:val="00D04446"/>
    <w:rsid w:val="00D045BF"/>
    <w:rsid w:val="00D062A5"/>
    <w:rsid w:val="00D06EB0"/>
    <w:rsid w:val="00D073F1"/>
    <w:rsid w:val="00D075ED"/>
    <w:rsid w:val="00D07A61"/>
    <w:rsid w:val="00D140AB"/>
    <w:rsid w:val="00D17DDD"/>
    <w:rsid w:val="00D22BF2"/>
    <w:rsid w:val="00D23122"/>
    <w:rsid w:val="00D23706"/>
    <w:rsid w:val="00D241D1"/>
    <w:rsid w:val="00D244F3"/>
    <w:rsid w:val="00D255B9"/>
    <w:rsid w:val="00D25C4D"/>
    <w:rsid w:val="00D268B8"/>
    <w:rsid w:val="00D31DD1"/>
    <w:rsid w:val="00D32A8C"/>
    <w:rsid w:val="00D343EA"/>
    <w:rsid w:val="00D351D7"/>
    <w:rsid w:val="00D356AB"/>
    <w:rsid w:val="00D36E55"/>
    <w:rsid w:val="00D467E6"/>
    <w:rsid w:val="00D51E32"/>
    <w:rsid w:val="00D563AB"/>
    <w:rsid w:val="00D56CA0"/>
    <w:rsid w:val="00D57919"/>
    <w:rsid w:val="00D627DA"/>
    <w:rsid w:val="00D64642"/>
    <w:rsid w:val="00D66A7F"/>
    <w:rsid w:val="00D67004"/>
    <w:rsid w:val="00D674FD"/>
    <w:rsid w:val="00D70ADA"/>
    <w:rsid w:val="00D73CC3"/>
    <w:rsid w:val="00D7446E"/>
    <w:rsid w:val="00D7733C"/>
    <w:rsid w:val="00D80063"/>
    <w:rsid w:val="00D803C1"/>
    <w:rsid w:val="00D815C3"/>
    <w:rsid w:val="00D84085"/>
    <w:rsid w:val="00D86795"/>
    <w:rsid w:val="00D86AF5"/>
    <w:rsid w:val="00D920E4"/>
    <w:rsid w:val="00D94513"/>
    <w:rsid w:val="00D950AC"/>
    <w:rsid w:val="00D97587"/>
    <w:rsid w:val="00DA0039"/>
    <w:rsid w:val="00DA02B7"/>
    <w:rsid w:val="00DA0B29"/>
    <w:rsid w:val="00DA3DE5"/>
    <w:rsid w:val="00DB3267"/>
    <w:rsid w:val="00DB4B1C"/>
    <w:rsid w:val="00DB6093"/>
    <w:rsid w:val="00DB637F"/>
    <w:rsid w:val="00DB642C"/>
    <w:rsid w:val="00DB6632"/>
    <w:rsid w:val="00DB7623"/>
    <w:rsid w:val="00DC0B69"/>
    <w:rsid w:val="00DC5508"/>
    <w:rsid w:val="00DC5EDB"/>
    <w:rsid w:val="00DC6B22"/>
    <w:rsid w:val="00DC7F07"/>
    <w:rsid w:val="00DD381B"/>
    <w:rsid w:val="00DD4B40"/>
    <w:rsid w:val="00DD56E4"/>
    <w:rsid w:val="00DE1561"/>
    <w:rsid w:val="00DE377F"/>
    <w:rsid w:val="00DE67DA"/>
    <w:rsid w:val="00DE6FA9"/>
    <w:rsid w:val="00DE71BB"/>
    <w:rsid w:val="00DE741B"/>
    <w:rsid w:val="00DE76DB"/>
    <w:rsid w:val="00DE7D58"/>
    <w:rsid w:val="00DF025B"/>
    <w:rsid w:val="00DF04BB"/>
    <w:rsid w:val="00DF08B0"/>
    <w:rsid w:val="00DF3470"/>
    <w:rsid w:val="00DF508C"/>
    <w:rsid w:val="00E00E8D"/>
    <w:rsid w:val="00E013F9"/>
    <w:rsid w:val="00E03B5A"/>
    <w:rsid w:val="00E04D35"/>
    <w:rsid w:val="00E07000"/>
    <w:rsid w:val="00E10241"/>
    <w:rsid w:val="00E1151E"/>
    <w:rsid w:val="00E1355F"/>
    <w:rsid w:val="00E14399"/>
    <w:rsid w:val="00E15D2F"/>
    <w:rsid w:val="00E20872"/>
    <w:rsid w:val="00E23674"/>
    <w:rsid w:val="00E243C6"/>
    <w:rsid w:val="00E24D98"/>
    <w:rsid w:val="00E25EED"/>
    <w:rsid w:val="00E26D36"/>
    <w:rsid w:val="00E2743B"/>
    <w:rsid w:val="00E3023D"/>
    <w:rsid w:val="00E32129"/>
    <w:rsid w:val="00E326F4"/>
    <w:rsid w:val="00E32E6B"/>
    <w:rsid w:val="00E330D3"/>
    <w:rsid w:val="00E3361E"/>
    <w:rsid w:val="00E34F28"/>
    <w:rsid w:val="00E35652"/>
    <w:rsid w:val="00E3576E"/>
    <w:rsid w:val="00E409B7"/>
    <w:rsid w:val="00E411AA"/>
    <w:rsid w:val="00E41A13"/>
    <w:rsid w:val="00E42749"/>
    <w:rsid w:val="00E440D9"/>
    <w:rsid w:val="00E4460C"/>
    <w:rsid w:val="00E46281"/>
    <w:rsid w:val="00E47414"/>
    <w:rsid w:val="00E47F95"/>
    <w:rsid w:val="00E47F9E"/>
    <w:rsid w:val="00E519CD"/>
    <w:rsid w:val="00E51ECA"/>
    <w:rsid w:val="00E53DC3"/>
    <w:rsid w:val="00E54CD6"/>
    <w:rsid w:val="00E55C87"/>
    <w:rsid w:val="00E57208"/>
    <w:rsid w:val="00E60540"/>
    <w:rsid w:val="00E6246C"/>
    <w:rsid w:val="00E63F69"/>
    <w:rsid w:val="00E651A1"/>
    <w:rsid w:val="00E6531D"/>
    <w:rsid w:val="00E67FE3"/>
    <w:rsid w:val="00E71DBE"/>
    <w:rsid w:val="00E73831"/>
    <w:rsid w:val="00E74F6E"/>
    <w:rsid w:val="00E75BA0"/>
    <w:rsid w:val="00E77813"/>
    <w:rsid w:val="00E825A7"/>
    <w:rsid w:val="00E826D6"/>
    <w:rsid w:val="00E82AA3"/>
    <w:rsid w:val="00E86269"/>
    <w:rsid w:val="00E86F67"/>
    <w:rsid w:val="00E873BD"/>
    <w:rsid w:val="00E87A28"/>
    <w:rsid w:val="00E92DD1"/>
    <w:rsid w:val="00E96EB3"/>
    <w:rsid w:val="00E97107"/>
    <w:rsid w:val="00EA0372"/>
    <w:rsid w:val="00EA15EF"/>
    <w:rsid w:val="00EA2A6E"/>
    <w:rsid w:val="00EA51FC"/>
    <w:rsid w:val="00EA621B"/>
    <w:rsid w:val="00EA6D3B"/>
    <w:rsid w:val="00EA7BC1"/>
    <w:rsid w:val="00EB1824"/>
    <w:rsid w:val="00EB1D3E"/>
    <w:rsid w:val="00EB22A0"/>
    <w:rsid w:val="00EB25CD"/>
    <w:rsid w:val="00EB2A94"/>
    <w:rsid w:val="00EB4330"/>
    <w:rsid w:val="00EB4AF9"/>
    <w:rsid w:val="00EC37F6"/>
    <w:rsid w:val="00EC4508"/>
    <w:rsid w:val="00EC5FD1"/>
    <w:rsid w:val="00EC61E4"/>
    <w:rsid w:val="00EC626F"/>
    <w:rsid w:val="00ED1694"/>
    <w:rsid w:val="00ED26E5"/>
    <w:rsid w:val="00ED337D"/>
    <w:rsid w:val="00ED4196"/>
    <w:rsid w:val="00ED65AD"/>
    <w:rsid w:val="00ED74FF"/>
    <w:rsid w:val="00EE1E9C"/>
    <w:rsid w:val="00EE2500"/>
    <w:rsid w:val="00EE252C"/>
    <w:rsid w:val="00EE29B0"/>
    <w:rsid w:val="00EE47F1"/>
    <w:rsid w:val="00EE509D"/>
    <w:rsid w:val="00EE653F"/>
    <w:rsid w:val="00EE7CA2"/>
    <w:rsid w:val="00EF3A27"/>
    <w:rsid w:val="00EF4126"/>
    <w:rsid w:val="00EF7B99"/>
    <w:rsid w:val="00F01E32"/>
    <w:rsid w:val="00F02512"/>
    <w:rsid w:val="00F028B5"/>
    <w:rsid w:val="00F05ECE"/>
    <w:rsid w:val="00F0776E"/>
    <w:rsid w:val="00F120C0"/>
    <w:rsid w:val="00F1278E"/>
    <w:rsid w:val="00F13E2B"/>
    <w:rsid w:val="00F147B3"/>
    <w:rsid w:val="00F14C93"/>
    <w:rsid w:val="00F1604E"/>
    <w:rsid w:val="00F16C87"/>
    <w:rsid w:val="00F16F98"/>
    <w:rsid w:val="00F171A4"/>
    <w:rsid w:val="00F239C4"/>
    <w:rsid w:val="00F23A61"/>
    <w:rsid w:val="00F24392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FF9"/>
    <w:rsid w:val="00F46405"/>
    <w:rsid w:val="00F469E1"/>
    <w:rsid w:val="00F501B0"/>
    <w:rsid w:val="00F519AE"/>
    <w:rsid w:val="00F53722"/>
    <w:rsid w:val="00F57A13"/>
    <w:rsid w:val="00F61393"/>
    <w:rsid w:val="00F620A4"/>
    <w:rsid w:val="00F63239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465F"/>
    <w:rsid w:val="00F75BC6"/>
    <w:rsid w:val="00F77B6E"/>
    <w:rsid w:val="00F8197B"/>
    <w:rsid w:val="00F83139"/>
    <w:rsid w:val="00F83207"/>
    <w:rsid w:val="00F84394"/>
    <w:rsid w:val="00F862E4"/>
    <w:rsid w:val="00F86842"/>
    <w:rsid w:val="00F869C1"/>
    <w:rsid w:val="00F86ECE"/>
    <w:rsid w:val="00F8752C"/>
    <w:rsid w:val="00F9272E"/>
    <w:rsid w:val="00F92915"/>
    <w:rsid w:val="00F92DC7"/>
    <w:rsid w:val="00F93CBA"/>
    <w:rsid w:val="00F93EE3"/>
    <w:rsid w:val="00F94A9D"/>
    <w:rsid w:val="00F95774"/>
    <w:rsid w:val="00F96655"/>
    <w:rsid w:val="00F97DAA"/>
    <w:rsid w:val="00FA220A"/>
    <w:rsid w:val="00FA4834"/>
    <w:rsid w:val="00FB1178"/>
    <w:rsid w:val="00FB313A"/>
    <w:rsid w:val="00FB4B24"/>
    <w:rsid w:val="00FB5F2F"/>
    <w:rsid w:val="00FB7DB7"/>
    <w:rsid w:val="00FC0501"/>
    <w:rsid w:val="00FC25A9"/>
    <w:rsid w:val="00FC2E7E"/>
    <w:rsid w:val="00FC347E"/>
    <w:rsid w:val="00FC3974"/>
    <w:rsid w:val="00FC5BAE"/>
    <w:rsid w:val="00FC5D20"/>
    <w:rsid w:val="00FC7DA5"/>
    <w:rsid w:val="00FD0264"/>
    <w:rsid w:val="00FD1191"/>
    <w:rsid w:val="00FD3C6C"/>
    <w:rsid w:val="00FD64DA"/>
    <w:rsid w:val="00FD6AFA"/>
    <w:rsid w:val="00FD7766"/>
    <w:rsid w:val="00FE16FB"/>
    <w:rsid w:val="00FE3B64"/>
    <w:rsid w:val="00FE4EC9"/>
    <w:rsid w:val="00FE4F80"/>
    <w:rsid w:val="00FE5CF6"/>
    <w:rsid w:val="00FE6CCB"/>
    <w:rsid w:val="00FF02B1"/>
    <w:rsid w:val="00FF26B8"/>
    <w:rsid w:val="00FF35C3"/>
    <w:rsid w:val="00FF4F17"/>
    <w:rsid w:val="00FF5E8B"/>
    <w:rsid w:val="00FF6BD8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7380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5E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85152A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677D0"/>
    <w:rPr>
      <w:color w:val="605E5C"/>
      <w:shd w:val="clear" w:color="auto" w:fill="E1DFDD"/>
    </w:rPr>
  </w:style>
  <w:style w:type="paragraph" w:customStyle="1" w:styleId="Links">
    <w:name w:val="Links"/>
    <w:basedOn w:val="Normal"/>
    <w:link w:val="LinksChar"/>
    <w:qFormat/>
    <w:rsid w:val="00544BEC"/>
    <w:pPr>
      <w:numPr>
        <w:numId w:val="8"/>
      </w:numPr>
      <w:spacing w:before="240"/>
      <w:jc w:val="both"/>
    </w:pPr>
    <w:rPr>
      <w:i/>
      <w:color w:val="0000FF"/>
      <w:u w:val="single"/>
    </w:rPr>
  </w:style>
  <w:style w:type="character" w:customStyle="1" w:styleId="LinksChar">
    <w:name w:val="Links Char"/>
    <w:basedOn w:val="ListParagraphChar"/>
    <w:link w:val="Links"/>
    <w:rsid w:val="00544BEC"/>
    <w:rPr>
      <w:i/>
      <w:color w:val="0000FF"/>
      <w:sz w:val="24"/>
      <w:szCs w:val="24"/>
      <w:u w:val="single"/>
      <w:lang w:eastAsia="en-US"/>
    </w:rPr>
  </w:style>
  <w:style w:type="character" w:customStyle="1" w:styleId="scxw159490660">
    <w:name w:val="scxw159490660"/>
    <w:basedOn w:val="DefaultParagraphFont"/>
    <w:rsid w:val="004C7BE3"/>
  </w:style>
  <w:style w:type="character" w:customStyle="1" w:styleId="scxw18121104">
    <w:name w:val="scxw18121104"/>
    <w:basedOn w:val="DefaultParagraphFont"/>
    <w:rsid w:val="004C7BE3"/>
  </w:style>
  <w:style w:type="character" w:customStyle="1" w:styleId="scxw64604852">
    <w:name w:val="scxw64604852"/>
    <w:basedOn w:val="DefaultParagraphFont"/>
    <w:rsid w:val="00C16E1D"/>
  </w:style>
  <w:style w:type="character" w:customStyle="1" w:styleId="wacimagecontainer">
    <w:name w:val="wacimagecontainer"/>
    <w:basedOn w:val="DefaultParagraphFont"/>
    <w:rsid w:val="00C16E1D"/>
  </w:style>
  <w:style w:type="character" w:customStyle="1" w:styleId="ui-provider">
    <w:name w:val="ui-provider"/>
    <w:basedOn w:val="DefaultParagraphFont"/>
    <w:rsid w:val="002B1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3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6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0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1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7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image" Target="media/image5.png"/><Relationship Id="rId26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4.png"/><Relationship Id="rId25" Type="http://schemas.openxmlformats.org/officeDocument/2006/relationships/image" Target="media/image10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cid:image003.png@01DA2DDB.F5AC04B0" TargetMode="External"/><Relationship Id="rId20" Type="http://schemas.openxmlformats.org/officeDocument/2006/relationships/image" Target="media/image6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image" Target="media/image9.png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cid:image002.png@01DA2DDB.F5AC04B0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cid:image001.png@01DA2DDB.F5AC04B0" TargetMode="External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image" Target="media/image8.pn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webSettings" Target="webSetting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b65d37fc-5335-47ce-b298-477afd94d99b" xsi:nil="true"/>
    <Deliverable_x0020_Version xmlns="b65d37fc-5335-47ce-b298-477afd94d99b" xsi:nil="true"/>
    <Deliverable_x0020_Id xmlns="b65d37fc-5335-47ce-b298-477afd94d99b" xsi:nil="true"/>
    <Delivery_x0020_Date xmlns="b65d37fc-5335-47ce-b298-477afd94d99b" xsi:nil="true"/>
    <RfA xmlns="b65d37fc-5335-47ce-b298-477afd94d99b" xsi:nil="true"/>
    <Deliverable_x0020_Status xmlns="b65d37fc-5335-47ce-b298-477afd94d99b" xsi:nil="true"/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FC16EB-0656-46C8-A569-3B266CCA7D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purl.org/dc/dcmitype/"/>
    <ds:schemaRef ds:uri="http://purl.org/dc/elements/1.1/"/>
    <ds:schemaRef ds:uri="http://schemas.microsoft.com/office/2006/metadata/properties"/>
    <ds:schemaRef ds:uri="b65d37fc-5335-47ce-b298-477afd94d99b"/>
    <ds:schemaRef ds:uri="http://schemas.microsoft.com/office/2006/documentManagement/types"/>
    <ds:schemaRef ds:uri="ffcdf2b0-1459-4444-989c-847f95dff766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9558D4C-B438-4D76-A910-67B76D132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</TotalTime>
  <Pages>6</Pages>
  <Words>910</Words>
  <Characters>6229</Characters>
  <Application>Microsoft Office Word</Application>
  <DocSecurity>0</DocSecurity>
  <Lines>311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keywords>NCTS-P6;RFC-List.41</cp:keywords>
  <cp:lastModifiedBy>DESCHUYTENEER Tanguy (TAXUD-EXT)</cp:lastModifiedBy>
  <cp:revision>3</cp:revision>
  <cp:lastPrinted>2014-03-17T16:31:00Z</cp:lastPrinted>
  <dcterms:created xsi:type="dcterms:W3CDTF">2024-12-20T14:09:00Z</dcterms:created>
  <dcterms:modified xsi:type="dcterms:W3CDTF">2024-12-20T14:09:00Z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SfRFilename">
    <vt:lpwstr>| RFC_NCTS-P6_0301_IAR-UCCNCTSP6-158-v0.20.docx</vt:lpwstr>
  </property>
  <property fmtid="{D5CDD505-2E9C-101B-9397-08002B2CF9AE}" pid="11" name="QCNumber">
    <vt:lpwstr>QC53658</vt:lpwstr>
  </property>
  <property fmtid="{D5CDD505-2E9C-101B-9397-08002B2CF9AE}" pid="12" name="MSIP_Label_f4cdc456-5864-460f-beda-883d23b78bbb_Enabled">
    <vt:lpwstr>true</vt:lpwstr>
  </property>
  <property fmtid="{D5CDD505-2E9C-101B-9397-08002B2CF9AE}" pid="13" name="MSIP_Label_f4cdc456-5864-460f-beda-883d23b78bbb_SetDate">
    <vt:lpwstr>2024-12-20T14:07:49Z</vt:lpwstr>
  </property>
  <property fmtid="{D5CDD505-2E9C-101B-9397-08002B2CF9AE}" pid="14" name="MSIP_Label_f4cdc456-5864-460f-beda-883d23b78bbb_Method">
    <vt:lpwstr>Privileged</vt:lpwstr>
  </property>
  <property fmtid="{D5CDD505-2E9C-101B-9397-08002B2CF9AE}" pid="15" name="MSIP_Label_f4cdc456-5864-460f-beda-883d23b78bbb_Name">
    <vt:lpwstr>Publicly Available</vt:lpwstr>
  </property>
  <property fmtid="{D5CDD505-2E9C-101B-9397-08002B2CF9AE}" pid="16" name="MSIP_Label_f4cdc456-5864-460f-beda-883d23b78bbb_SiteId">
    <vt:lpwstr>b24c8b06-522c-46fe-9080-70926f8dddb1</vt:lpwstr>
  </property>
  <property fmtid="{D5CDD505-2E9C-101B-9397-08002B2CF9AE}" pid="17" name="MSIP_Label_f4cdc456-5864-460f-beda-883d23b78bbb_ActionId">
    <vt:lpwstr>d483db40-208f-4753-ac39-03bc53870e52</vt:lpwstr>
  </property>
  <property fmtid="{D5CDD505-2E9C-101B-9397-08002B2CF9AE}" pid="18" name="MSIP_Label_f4cdc456-5864-460f-beda-883d23b78bbb_ContentBits">
    <vt:lpwstr>0</vt:lpwstr>
  </property>
</Properties>
</file>